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D12" w:rsidRPr="007B39AD" w:rsidRDefault="00614D12" w:rsidP="0059197D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7B39AD">
        <w:rPr>
          <w:rFonts w:ascii="Times New Roman" w:hAnsi="Times New Roman"/>
          <w:sz w:val="24"/>
          <w:szCs w:val="24"/>
        </w:rPr>
        <w:t>Приложение №2</w:t>
      </w:r>
    </w:p>
    <w:p w:rsidR="00614D12" w:rsidRPr="0059197D" w:rsidRDefault="00614D12" w:rsidP="0059197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к муниципальной программе</w:t>
      </w:r>
    </w:p>
    <w:p w:rsidR="00614D12" w:rsidRPr="0059197D" w:rsidRDefault="00614D12" w:rsidP="0059197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«Развитие физической культуры и массового спорта</w:t>
      </w:r>
    </w:p>
    <w:p w:rsidR="00614D12" w:rsidRPr="0059197D" w:rsidRDefault="00614D12" w:rsidP="0059197D">
      <w:pPr>
        <w:spacing w:after="0" w:line="240" w:lineRule="auto"/>
        <w:ind w:left="273" w:right="42"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на территории Гайского городского округа»</w:t>
      </w:r>
    </w:p>
    <w:p w:rsidR="00614D12" w:rsidRDefault="00614D12" w:rsidP="005E52DA">
      <w:pPr>
        <w:spacing w:after="0" w:line="240" w:lineRule="auto"/>
        <w:ind w:left="273" w:right="40"/>
        <w:jc w:val="center"/>
        <w:rPr>
          <w:rFonts w:ascii="Times New Roman" w:hAnsi="Times New Roman"/>
          <w:sz w:val="28"/>
          <w:szCs w:val="28"/>
        </w:rPr>
      </w:pPr>
    </w:p>
    <w:p w:rsidR="00614D12" w:rsidRDefault="00614D12" w:rsidP="005E52DA">
      <w:pPr>
        <w:spacing w:after="0" w:line="240" w:lineRule="auto"/>
        <w:ind w:left="273" w:right="40"/>
        <w:jc w:val="center"/>
        <w:rPr>
          <w:rFonts w:ascii="Times New Roman" w:hAnsi="Times New Roman"/>
          <w:sz w:val="28"/>
          <w:szCs w:val="28"/>
        </w:rPr>
      </w:pPr>
    </w:p>
    <w:p w:rsidR="00614D12" w:rsidRDefault="00614D12" w:rsidP="005E52DA">
      <w:pPr>
        <w:spacing w:after="0" w:line="240" w:lineRule="auto"/>
        <w:ind w:left="273" w:right="40"/>
        <w:jc w:val="center"/>
        <w:rPr>
          <w:rFonts w:ascii="Times New Roman" w:hAnsi="Times New Roman"/>
          <w:sz w:val="28"/>
          <w:szCs w:val="28"/>
        </w:rPr>
      </w:pPr>
    </w:p>
    <w:p w:rsidR="00614D12" w:rsidRDefault="00614D12" w:rsidP="005E52DA">
      <w:pPr>
        <w:spacing w:after="0" w:line="240" w:lineRule="auto"/>
        <w:ind w:left="273" w:right="40"/>
        <w:jc w:val="center"/>
        <w:rPr>
          <w:rFonts w:ascii="Times New Roman" w:hAnsi="Times New Roman"/>
          <w:sz w:val="28"/>
          <w:szCs w:val="28"/>
        </w:rPr>
      </w:pPr>
      <w:r w:rsidRPr="00B233CF">
        <w:rPr>
          <w:rFonts w:ascii="Times New Roman" w:hAnsi="Times New Roman"/>
          <w:sz w:val="28"/>
          <w:szCs w:val="28"/>
        </w:rPr>
        <w:t>Показатели муниципальной  программы (комплексной программы)</w:t>
      </w:r>
    </w:p>
    <w:p w:rsidR="00614D12" w:rsidRPr="00B233CF" w:rsidRDefault="00614D12" w:rsidP="005E52DA">
      <w:pPr>
        <w:spacing w:after="0" w:line="240" w:lineRule="auto"/>
        <w:ind w:left="273" w:right="40"/>
        <w:jc w:val="center"/>
        <w:rPr>
          <w:rFonts w:ascii="Times New Roman" w:hAnsi="Times New Roman"/>
          <w:sz w:val="28"/>
          <w:szCs w:val="28"/>
        </w:rPr>
      </w:pPr>
    </w:p>
    <w:p w:rsidR="00614D12" w:rsidRPr="00B233CF" w:rsidRDefault="00614D12" w:rsidP="005E52DA">
      <w:pPr>
        <w:spacing w:after="0" w:line="240" w:lineRule="auto"/>
        <w:ind w:right="40"/>
        <w:rPr>
          <w:rFonts w:ascii="Times New Roman" w:hAnsi="Times New Roman"/>
          <w:sz w:val="28"/>
          <w:szCs w:val="28"/>
        </w:rPr>
      </w:pPr>
    </w:p>
    <w:tbl>
      <w:tblPr>
        <w:tblW w:w="15285" w:type="dxa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76"/>
        <w:gridCol w:w="4369"/>
        <w:gridCol w:w="851"/>
        <w:gridCol w:w="851"/>
        <w:gridCol w:w="709"/>
        <w:gridCol w:w="660"/>
        <w:gridCol w:w="660"/>
        <w:gridCol w:w="726"/>
        <w:gridCol w:w="6"/>
        <w:gridCol w:w="672"/>
        <w:gridCol w:w="17"/>
        <w:gridCol w:w="708"/>
        <w:gridCol w:w="709"/>
        <w:gridCol w:w="709"/>
        <w:gridCol w:w="1044"/>
        <w:gridCol w:w="1111"/>
        <w:gridCol w:w="907"/>
      </w:tblGrid>
      <w:tr w:rsidR="00614D12" w:rsidRPr="00A71895" w:rsidTr="00E26B9C">
        <w:trPr>
          <w:trHeight w:val="241"/>
        </w:trPr>
        <w:tc>
          <w:tcPr>
            <w:tcW w:w="57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6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576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Значения показателей</w:t>
            </w:r>
          </w:p>
        </w:tc>
        <w:tc>
          <w:tcPr>
            <w:tcW w:w="104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Ответственный за достижение показателя</w:t>
            </w:r>
            <w:r w:rsidRPr="00A71895">
              <w:rPr>
                <w:rFonts w:ascii="Times New Roman" w:hAnsi="Times New Roman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1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08450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505">
              <w:rPr>
                <w:rFonts w:ascii="Times New Roman" w:hAnsi="Times New Roman"/>
                <w:sz w:val="24"/>
                <w:szCs w:val="24"/>
              </w:rPr>
              <w:t>Информационная система</w:t>
            </w:r>
          </w:p>
        </w:tc>
        <w:tc>
          <w:tcPr>
            <w:tcW w:w="90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Связь с комплексной программой</w:t>
            </w:r>
          </w:p>
        </w:tc>
      </w:tr>
      <w:tr w:rsidR="00614D12" w:rsidRPr="00A71895" w:rsidTr="00E26B9C">
        <w:trPr>
          <w:trHeight w:val="633"/>
        </w:trPr>
        <w:tc>
          <w:tcPr>
            <w:tcW w:w="57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614D12" w:rsidRPr="00A71895" w:rsidRDefault="00614D12" w:rsidP="000D548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6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614D12" w:rsidRPr="00A71895" w:rsidRDefault="00614D12" w:rsidP="000D548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614D12" w:rsidRPr="00A71895" w:rsidRDefault="00614D12" w:rsidP="000D548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614D12" w:rsidRPr="00A71895" w:rsidRDefault="00614D12" w:rsidP="000D548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2023</w:t>
            </w:r>
            <w:r w:rsidRPr="00A71895">
              <w:rPr>
                <w:rFonts w:ascii="Times New Roman" w:hAnsi="Times New Roman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69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044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614D12" w:rsidRPr="00A71895" w:rsidRDefault="00614D12" w:rsidP="000D548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14D12" w:rsidRPr="00A71895" w:rsidRDefault="00614D12" w:rsidP="000D548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14D12" w:rsidRPr="00A71895" w:rsidTr="00E26B9C">
        <w:trPr>
          <w:trHeight w:val="25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14D12" w:rsidRPr="00A71895" w:rsidTr="00E26B9C">
        <w:trPr>
          <w:trHeight w:val="332"/>
        </w:trPr>
        <w:tc>
          <w:tcPr>
            <w:tcW w:w="15285" w:type="dxa"/>
            <w:gridSpan w:val="1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«Развитие  физической культуры и массового спорта на территории Гайского городского округа»</w:t>
            </w:r>
          </w:p>
        </w:tc>
      </w:tr>
      <w:tr w:rsidR="00614D12" w:rsidRPr="00A71895" w:rsidTr="00E26B9C">
        <w:trPr>
          <w:trHeight w:val="332"/>
        </w:trPr>
        <w:tc>
          <w:tcPr>
            <w:tcW w:w="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7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b/>
                <w:sz w:val="24"/>
                <w:szCs w:val="24"/>
              </w:rPr>
              <w:t>Региональный проект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 xml:space="preserve"> «С</w:t>
            </w:r>
            <w:r>
              <w:rPr>
                <w:rFonts w:ascii="Times New Roman" w:hAnsi="Times New Roman"/>
                <w:sz w:val="24"/>
                <w:szCs w:val="24"/>
              </w:rPr>
              <w:t>порт- норма жизни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 рамках заключения соглашения о реализации мероприятий от </w:t>
            </w:r>
            <w:r w:rsidRPr="00084505">
              <w:rPr>
                <w:rFonts w:ascii="Times New Roman" w:hAnsi="Times New Roman"/>
                <w:sz w:val="24"/>
                <w:szCs w:val="24"/>
              </w:rPr>
              <w:t>14.02.23г. № 53713000-1-2019-009</w:t>
            </w:r>
          </w:p>
        </w:tc>
      </w:tr>
      <w:tr w:rsidR="00614D12" w:rsidRPr="00A71895" w:rsidTr="00E26B9C">
        <w:trPr>
          <w:trHeight w:val="332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86,9</w:t>
            </w:r>
          </w:p>
        </w:tc>
        <w:tc>
          <w:tcPr>
            <w:tcW w:w="660" w:type="dxa"/>
            <w:tcBorders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660" w:type="dxa"/>
            <w:tcBorders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Спорткомитет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5D51A2" w:rsidRDefault="00614D12" w:rsidP="005D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1A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Национальны</w:t>
            </w:r>
            <w:r w:rsidRPr="00E26B9C">
              <w:rPr>
                <w:rFonts w:ascii="Times New Roman" w:hAnsi="Times New Roman"/>
                <w:sz w:val="24"/>
                <w:szCs w:val="24"/>
              </w:rPr>
              <w:t>й проект «Демография</w:t>
            </w:r>
            <w:r w:rsidRPr="000C38DB">
              <w:rPr>
                <w:sz w:val="28"/>
                <w:szCs w:val="28"/>
              </w:rPr>
              <w:t>»</w:t>
            </w:r>
          </w:p>
        </w:tc>
      </w:tr>
      <w:tr w:rsidR="00614D12" w:rsidRPr="00A71895" w:rsidTr="00E26B9C">
        <w:trPr>
          <w:trHeight w:val="31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Доля населения муниципального образования, систематически занимающегося физической культурой и спортом, в общей численности населения муниципального образования в возрасте 3-79 лет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56,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60,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Спорткомитет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5D51A2" w:rsidRDefault="00614D12" w:rsidP="005D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1A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Национальны</w:t>
            </w:r>
            <w:r w:rsidRPr="00E26B9C">
              <w:rPr>
                <w:rFonts w:ascii="Times New Roman" w:hAnsi="Times New Roman"/>
                <w:sz w:val="24"/>
                <w:szCs w:val="24"/>
              </w:rPr>
              <w:t>й проект «Демография</w:t>
            </w:r>
            <w:r w:rsidRPr="000C38DB">
              <w:rPr>
                <w:sz w:val="28"/>
                <w:szCs w:val="28"/>
              </w:rPr>
              <w:t>»</w:t>
            </w:r>
          </w:p>
        </w:tc>
      </w:tr>
      <w:tr w:rsidR="00614D12" w:rsidRPr="00A71895" w:rsidTr="00E26B9C">
        <w:trPr>
          <w:trHeight w:val="31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70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 xml:space="preserve"> "Организация и проведение  физкультурных мероприятий и массовых спортивных мероприятий, участие команд в соревнованиях различного уровня в соответствии с календарным планом"</w:t>
            </w:r>
          </w:p>
        </w:tc>
      </w:tr>
      <w:tr w:rsidR="00614D12" w:rsidRPr="00A71895" w:rsidTr="00E26B9C">
        <w:trPr>
          <w:trHeight w:val="31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642ADA" w:rsidRDefault="00614D12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Количество человек, привлеченных к участию   в массовых спортивных мероприятиях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642ADA" w:rsidRDefault="00614D12" w:rsidP="00952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Кол-во чел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642ADA" w:rsidRDefault="00614D12" w:rsidP="00952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642ADA" w:rsidRDefault="00614D12" w:rsidP="00952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642ADA" w:rsidRDefault="00614D12" w:rsidP="00952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642ADA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7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642ADA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642ADA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642ADA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642ADA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642ADA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5D51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Спорткомитет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5D51A2" w:rsidRDefault="00614D12" w:rsidP="005D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1A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5D51A2" w:rsidRDefault="00614D12" w:rsidP="005D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1A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14D12" w:rsidRPr="00A71895" w:rsidTr="00E26B9C">
        <w:trPr>
          <w:trHeight w:val="31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70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 xml:space="preserve"> "Организация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(ГТО)"  </w:t>
            </w:r>
          </w:p>
        </w:tc>
      </w:tr>
      <w:tr w:rsidR="00614D12" w:rsidRPr="00A71895" w:rsidTr="00E26B9C">
        <w:trPr>
          <w:trHeight w:val="31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Проведение тестирования выполнения нормативов испытаний (тестов) комплекса ГТО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Кол-во чел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642ADA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642ADA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642ADA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642ADA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642ADA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6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642ADA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642ADA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642ADA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642ADA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Спорткомитет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5D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5D51A2" w:rsidRDefault="00614D12" w:rsidP="005D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1A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14D12" w:rsidRPr="00A71895" w:rsidTr="00E26B9C">
        <w:trPr>
          <w:trHeight w:val="31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70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 xml:space="preserve"> "Обеспечение условий для развития физической культуры и спорта в учреждениях спортивной подготовки"</w:t>
            </w:r>
          </w:p>
        </w:tc>
      </w:tr>
      <w:tr w:rsidR="00614D12" w:rsidRPr="00A71895" w:rsidTr="00E26B9C">
        <w:trPr>
          <w:trHeight w:val="31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Спортивная подготовка по олимпийским видам спорта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Кол-во чел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546DC0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627</w:t>
            </w:r>
          </w:p>
          <w:p w:rsidR="00614D12" w:rsidRPr="00546DC0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546DC0" w:rsidRDefault="00614D12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465</w:t>
            </w:r>
          </w:p>
          <w:p w:rsidR="00614D12" w:rsidRPr="00546DC0" w:rsidRDefault="00614D12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465</w:t>
            </w:r>
          </w:p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465</w:t>
            </w:r>
          </w:p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465</w:t>
            </w:r>
          </w:p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465</w:t>
            </w:r>
          </w:p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465</w:t>
            </w:r>
          </w:p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465</w:t>
            </w:r>
          </w:p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465</w:t>
            </w:r>
          </w:p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546DC0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Спорткомитет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Навигатор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5D51A2" w:rsidRDefault="00614D12" w:rsidP="005D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1A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14D12" w:rsidRPr="00A71895" w:rsidTr="00E26B9C">
        <w:trPr>
          <w:trHeight w:val="31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Спортивная подготовка по не олимпийским видам спорта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Кол-во чел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546DC0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546DC0" w:rsidRDefault="00614D12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546DC0" w:rsidRDefault="00614D12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Спорткомитет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Навигатор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5D51A2" w:rsidRDefault="00614D12" w:rsidP="005D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1A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614D12" w:rsidRDefault="00614D12" w:rsidP="003E2071">
      <w:pPr>
        <w:contextualSpacing/>
        <w:jc w:val="right"/>
        <w:rPr>
          <w:rFonts w:ascii="Times New Roman" w:hAnsi="Times New Roman"/>
        </w:rPr>
      </w:pPr>
    </w:p>
    <w:p w:rsidR="00614D12" w:rsidRDefault="00614D12" w:rsidP="003E2071">
      <w:pPr>
        <w:contextualSpacing/>
        <w:jc w:val="right"/>
        <w:rPr>
          <w:rFonts w:ascii="Times New Roman" w:hAnsi="Times New Roman"/>
        </w:rPr>
      </w:pPr>
    </w:p>
    <w:p w:rsidR="00614D12" w:rsidRDefault="00614D12" w:rsidP="003E2071">
      <w:pPr>
        <w:contextualSpacing/>
        <w:jc w:val="right"/>
        <w:rPr>
          <w:rFonts w:ascii="Times New Roman" w:hAnsi="Times New Roman"/>
        </w:rPr>
      </w:pPr>
    </w:p>
    <w:p w:rsidR="00614D12" w:rsidRDefault="00614D12" w:rsidP="003E2071">
      <w:pPr>
        <w:contextualSpacing/>
        <w:jc w:val="right"/>
        <w:rPr>
          <w:rFonts w:ascii="Times New Roman" w:hAnsi="Times New Roman"/>
        </w:rPr>
      </w:pPr>
    </w:p>
    <w:p w:rsidR="00614D12" w:rsidRDefault="00614D12" w:rsidP="003E2071">
      <w:pPr>
        <w:contextualSpacing/>
        <w:jc w:val="right"/>
        <w:rPr>
          <w:rFonts w:ascii="Times New Roman" w:hAnsi="Times New Roman"/>
        </w:rPr>
      </w:pPr>
    </w:p>
    <w:p w:rsidR="00614D12" w:rsidRDefault="00614D12" w:rsidP="003E2071">
      <w:pPr>
        <w:contextualSpacing/>
        <w:jc w:val="right"/>
        <w:rPr>
          <w:rFonts w:ascii="Times New Roman" w:hAnsi="Times New Roman"/>
        </w:rPr>
      </w:pPr>
    </w:p>
    <w:p w:rsidR="00614D12" w:rsidRDefault="00614D12" w:rsidP="003E2071">
      <w:pPr>
        <w:contextualSpacing/>
        <w:jc w:val="right"/>
        <w:rPr>
          <w:rFonts w:ascii="Times New Roman" w:hAnsi="Times New Roman"/>
        </w:rPr>
      </w:pPr>
    </w:p>
    <w:p w:rsidR="00614D12" w:rsidRDefault="00614D12" w:rsidP="003E2071">
      <w:pPr>
        <w:contextualSpacing/>
        <w:jc w:val="right"/>
        <w:rPr>
          <w:rFonts w:ascii="Times New Roman" w:hAnsi="Times New Roman"/>
        </w:rPr>
      </w:pPr>
    </w:p>
    <w:p w:rsidR="00614D12" w:rsidRDefault="00614D12" w:rsidP="003E2071">
      <w:pPr>
        <w:contextualSpacing/>
        <w:jc w:val="right"/>
        <w:rPr>
          <w:rFonts w:ascii="Times New Roman" w:hAnsi="Times New Roman"/>
        </w:rPr>
      </w:pPr>
    </w:p>
    <w:p w:rsidR="00614D12" w:rsidRDefault="00614D12" w:rsidP="003E2071">
      <w:pPr>
        <w:contextualSpacing/>
        <w:jc w:val="right"/>
        <w:rPr>
          <w:rFonts w:ascii="Times New Roman" w:hAnsi="Times New Roman"/>
        </w:rPr>
      </w:pPr>
    </w:p>
    <w:p w:rsidR="00614D12" w:rsidRDefault="00614D12" w:rsidP="003E2071">
      <w:pPr>
        <w:contextualSpacing/>
        <w:jc w:val="right"/>
        <w:rPr>
          <w:rFonts w:ascii="Times New Roman" w:hAnsi="Times New Roman"/>
        </w:rPr>
      </w:pPr>
    </w:p>
    <w:p w:rsidR="00614D12" w:rsidRDefault="00614D12" w:rsidP="003E2071">
      <w:pPr>
        <w:contextualSpacing/>
        <w:jc w:val="right"/>
        <w:rPr>
          <w:rFonts w:ascii="Times New Roman" w:hAnsi="Times New Roman"/>
        </w:rPr>
      </w:pPr>
    </w:p>
    <w:p w:rsidR="00614D12" w:rsidRDefault="00614D12" w:rsidP="003E2071">
      <w:pPr>
        <w:contextualSpacing/>
        <w:jc w:val="right"/>
        <w:rPr>
          <w:rFonts w:ascii="Times New Roman" w:hAnsi="Times New Roman"/>
        </w:rPr>
      </w:pPr>
    </w:p>
    <w:p w:rsidR="00614D12" w:rsidRDefault="00614D12" w:rsidP="003E2071">
      <w:pPr>
        <w:contextualSpacing/>
        <w:jc w:val="right"/>
        <w:rPr>
          <w:rFonts w:ascii="Times New Roman" w:hAnsi="Times New Roman"/>
        </w:rPr>
      </w:pPr>
    </w:p>
    <w:p w:rsidR="00614D12" w:rsidRDefault="00614D12" w:rsidP="003E2071">
      <w:pPr>
        <w:contextualSpacing/>
        <w:jc w:val="right"/>
        <w:rPr>
          <w:rFonts w:ascii="Times New Roman" w:hAnsi="Times New Roman"/>
        </w:rPr>
      </w:pPr>
    </w:p>
    <w:p w:rsidR="00614D12" w:rsidRDefault="00614D12" w:rsidP="003E2071">
      <w:pPr>
        <w:contextualSpacing/>
        <w:jc w:val="right"/>
        <w:rPr>
          <w:rFonts w:ascii="Times New Roman" w:hAnsi="Times New Roman"/>
        </w:rPr>
      </w:pPr>
    </w:p>
    <w:p w:rsidR="00614D12" w:rsidRDefault="00614D12" w:rsidP="003E2071">
      <w:pPr>
        <w:contextualSpacing/>
        <w:jc w:val="right"/>
        <w:rPr>
          <w:rFonts w:ascii="Times New Roman" w:hAnsi="Times New Roman"/>
        </w:rPr>
      </w:pPr>
    </w:p>
    <w:p w:rsidR="00614D12" w:rsidRDefault="00614D12" w:rsidP="003E2071">
      <w:pPr>
        <w:contextualSpacing/>
        <w:jc w:val="right"/>
        <w:rPr>
          <w:rFonts w:ascii="Times New Roman" w:hAnsi="Times New Roman"/>
        </w:rPr>
      </w:pPr>
    </w:p>
    <w:p w:rsidR="00614D12" w:rsidRDefault="00614D12" w:rsidP="003E2071">
      <w:pPr>
        <w:contextualSpacing/>
        <w:jc w:val="right"/>
        <w:rPr>
          <w:rFonts w:ascii="Times New Roman" w:hAnsi="Times New Roman"/>
        </w:rPr>
      </w:pPr>
    </w:p>
    <w:p w:rsidR="00614D12" w:rsidRDefault="00614D12" w:rsidP="003E2071">
      <w:pPr>
        <w:contextualSpacing/>
        <w:jc w:val="right"/>
        <w:rPr>
          <w:rFonts w:ascii="Times New Roman" w:hAnsi="Times New Roman"/>
        </w:rPr>
      </w:pPr>
    </w:p>
    <w:p w:rsidR="00614D12" w:rsidRPr="007B39AD" w:rsidRDefault="00614D12" w:rsidP="007D746F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7B39AD">
        <w:rPr>
          <w:rFonts w:ascii="Times New Roman" w:hAnsi="Times New Roman"/>
          <w:sz w:val="24"/>
          <w:szCs w:val="24"/>
        </w:rPr>
        <w:t>риложение №4</w:t>
      </w:r>
    </w:p>
    <w:p w:rsidR="00614D12" w:rsidRPr="0059197D" w:rsidRDefault="00614D12" w:rsidP="007D74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к муниципальной программе</w:t>
      </w:r>
    </w:p>
    <w:p w:rsidR="00614D12" w:rsidRPr="0059197D" w:rsidRDefault="00614D12" w:rsidP="007D74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«Развитие физической культуры и массового спорта</w:t>
      </w:r>
    </w:p>
    <w:p w:rsidR="00614D12" w:rsidRDefault="00614D12" w:rsidP="007D746F">
      <w:pPr>
        <w:spacing w:after="0" w:line="240" w:lineRule="auto"/>
        <w:ind w:left="273" w:right="42"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на территории Гайского городского округа»</w:t>
      </w:r>
    </w:p>
    <w:p w:rsidR="00614D12" w:rsidRDefault="00614D12" w:rsidP="007D746F">
      <w:pPr>
        <w:spacing w:after="0" w:line="240" w:lineRule="auto"/>
        <w:ind w:left="273" w:right="42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614D12" w:rsidRDefault="00614D12" w:rsidP="007D746F">
      <w:pPr>
        <w:spacing w:after="0" w:line="240" w:lineRule="auto"/>
        <w:ind w:left="273" w:right="42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614D12" w:rsidRDefault="00614D12" w:rsidP="00032E99">
      <w:pPr>
        <w:pStyle w:val="ListParagraph"/>
        <w:spacing w:after="0"/>
        <w:jc w:val="center"/>
        <w:rPr>
          <w:rFonts w:ascii="Times New Roman" w:hAnsi="Times New Roman"/>
          <w:sz w:val="28"/>
          <w:szCs w:val="28"/>
        </w:rPr>
      </w:pPr>
      <w:r w:rsidRPr="00B233CF">
        <w:rPr>
          <w:rFonts w:ascii="Times New Roman" w:hAnsi="Times New Roman"/>
          <w:sz w:val="28"/>
          <w:szCs w:val="28"/>
        </w:rPr>
        <w:t>Перечень мероприятий (результатов) муниципальной программы (комплексной программы)</w:t>
      </w:r>
    </w:p>
    <w:p w:rsidR="00614D12" w:rsidRDefault="00614D12" w:rsidP="00032E99">
      <w:pPr>
        <w:pStyle w:val="ListParagraph"/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9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25"/>
        <w:gridCol w:w="4593"/>
        <w:gridCol w:w="3969"/>
        <w:gridCol w:w="709"/>
        <w:gridCol w:w="708"/>
        <w:gridCol w:w="567"/>
        <w:gridCol w:w="567"/>
        <w:gridCol w:w="567"/>
        <w:gridCol w:w="567"/>
        <w:gridCol w:w="510"/>
        <w:gridCol w:w="57"/>
        <w:gridCol w:w="513"/>
        <w:gridCol w:w="54"/>
        <w:gridCol w:w="567"/>
        <w:gridCol w:w="567"/>
        <w:gridCol w:w="850"/>
      </w:tblGrid>
      <w:tr w:rsidR="00614D12" w:rsidRPr="00A71895" w:rsidTr="00897D44">
        <w:trPr>
          <w:trHeight w:val="587"/>
        </w:trPr>
        <w:tc>
          <w:tcPr>
            <w:tcW w:w="52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59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 xml:space="preserve">Характеристика </w:t>
            </w:r>
          </w:p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536" w:type="dxa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Значения мероприятия (результата) по годам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Связь с комплексной программой</w:t>
            </w:r>
          </w:p>
        </w:tc>
      </w:tr>
      <w:tr w:rsidR="00614D12" w:rsidRPr="00A71895" w:rsidTr="00897D44">
        <w:tc>
          <w:tcPr>
            <w:tcW w:w="525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3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510" w:type="dxa"/>
            <w:tcBorders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62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85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4D12" w:rsidRPr="00A71895" w:rsidTr="00897D44">
        <w:trPr>
          <w:trHeight w:val="29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4" w:type="dxa"/>
            <w:gridSpan w:val="3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14D12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Муниципальная программа «Развитие  физической культуры и массового спорта на территории Гайского городского округа»</w:t>
            </w:r>
          </w:p>
        </w:tc>
      </w:tr>
      <w:tr w:rsidR="00614D12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Default="00614D12" w:rsidP="00EF702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Региональный проект</w:t>
            </w:r>
            <w:r w:rsidRPr="003A5F1C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/>
                <w:sz w:val="26"/>
                <w:szCs w:val="26"/>
              </w:rPr>
              <w:t>Спорт – норма жизни</w:t>
            </w:r>
            <w:r w:rsidRPr="003A5F1C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614D12" w:rsidRPr="003A5F1C" w:rsidRDefault="00614D12" w:rsidP="00EF702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14D12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EF702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Задача 1.</w:t>
            </w:r>
            <w:r w:rsidRPr="003A5F1C">
              <w:rPr>
                <w:rFonts w:ascii="Times New Roman" w:hAnsi="Times New Roman"/>
                <w:sz w:val="26"/>
                <w:szCs w:val="26"/>
              </w:rPr>
              <w:t xml:space="preserve"> Создание для всех категорий и групп населения условия для занятий физической культурой и спортом (новая модель спорта)</w:t>
            </w:r>
          </w:p>
        </w:tc>
      </w:tr>
      <w:tr w:rsidR="00614D12" w:rsidRPr="00A71895" w:rsidTr="00897D44">
        <w:trPr>
          <w:trHeight w:val="1035"/>
        </w:trPr>
        <w:tc>
          <w:tcPr>
            <w:tcW w:w="52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3A5F1C" w:rsidRDefault="00614D12" w:rsidP="00EF702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459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6951F1" w:rsidRDefault="00614D12" w:rsidP="00EF702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951F1">
              <w:rPr>
                <w:rFonts w:ascii="Times New Roman" w:hAnsi="Times New Roman"/>
                <w:sz w:val="26"/>
                <w:szCs w:val="26"/>
              </w:rPr>
              <w:t>Мероприятие (результат)1. Создание спортивных площадок для занятий физической культуры и спортом</w:t>
            </w:r>
          </w:p>
          <w:p w:rsidR="00614D12" w:rsidRPr="006951F1" w:rsidRDefault="00614D12" w:rsidP="00EF7024">
            <w:pPr>
              <w:spacing w:after="0" w:line="240" w:lineRule="auto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614D12" w:rsidRPr="006951F1" w:rsidRDefault="00614D12" w:rsidP="00EF7024">
            <w:pPr>
              <w:spacing w:after="0" w:line="240" w:lineRule="auto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614D12" w:rsidRPr="006951F1" w:rsidRDefault="00614D12" w:rsidP="00EF7024">
            <w:pPr>
              <w:spacing w:after="0" w:line="240" w:lineRule="auto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614D12" w:rsidRPr="006951F1" w:rsidRDefault="00614D12" w:rsidP="00EF7024">
            <w:pPr>
              <w:spacing w:after="0" w:line="240" w:lineRule="auto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614D12" w:rsidRPr="003B3806" w:rsidRDefault="00614D12" w:rsidP="00EF702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B3806">
              <w:rPr>
                <w:rFonts w:ascii="Times New Roman" w:hAnsi="Times New Roman"/>
                <w:sz w:val="26"/>
                <w:szCs w:val="26"/>
              </w:rPr>
              <w:t>Мероприятие (результата) 2. Приобретение автомобиля</w:t>
            </w:r>
            <w:r w:rsidRPr="003B3806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3B3806">
              <w:rPr>
                <w:rFonts w:ascii="Times New Roman" w:hAnsi="Times New Roman"/>
                <w:sz w:val="26"/>
                <w:szCs w:val="26"/>
              </w:rPr>
              <w:t>для приведения</w:t>
            </w:r>
            <w:r w:rsidRPr="003B3806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3B3806">
              <w:rPr>
                <w:rFonts w:ascii="Times New Roman" w:hAnsi="Times New Roman"/>
                <w:sz w:val="26"/>
                <w:szCs w:val="26"/>
              </w:rPr>
              <w:t>организаций спортивной подготовки в нормативное состояние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6951F1" w:rsidRDefault="00614D12" w:rsidP="00A50C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951F1">
              <w:rPr>
                <w:rFonts w:ascii="Times New Roman" w:hAnsi="Times New Roman"/>
                <w:sz w:val="26"/>
                <w:szCs w:val="26"/>
              </w:rPr>
              <w:t>Приобретение спортивного оборудования и инвентаря для создания  спортивных  площадок. Оснащение объектов спортивной инфраструктуры спортивно-технологическим  оборудованием для создания спортивных площадок.</w:t>
            </w:r>
          </w:p>
          <w:p w:rsidR="00614D12" w:rsidRPr="006951F1" w:rsidRDefault="00614D12" w:rsidP="00A50C9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951F1">
              <w:rPr>
                <w:rFonts w:ascii="Times New Roman" w:hAnsi="Times New Roman"/>
                <w:sz w:val="26"/>
                <w:szCs w:val="26"/>
              </w:rPr>
              <w:t xml:space="preserve"> Приобретение современного оборудования для организаций спортивной подготовки.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4D12" w:rsidRPr="00546DC0" w:rsidRDefault="00614D12" w:rsidP="00936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6DC0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546DC0" w:rsidRDefault="00614D12" w:rsidP="00936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6DC0">
              <w:rPr>
                <w:rFonts w:ascii="Times New Roman" w:hAnsi="Times New Roman"/>
                <w:sz w:val="26"/>
                <w:szCs w:val="26"/>
              </w:rPr>
              <w:t>86,8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3A5F1C" w:rsidRDefault="00614D12" w:rsidP="00936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86,9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3A5F1C" w:rsidRDefault="00614D12" w:rsidP="00936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sz w:val="26"/>
                <w:szCs w:val="26"/>
              </w:rPr>
              <w:t>87</w:t>
            </w:r>
            <w:r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3A5F1C" w:rsidRDefault="00614D12" w:rsidP="00936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936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3A5F1C" w:rsidRDefault="00614D12" w:rsidP="00936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3A5F1C" w:rsidRDefault="00614D12" w:rsidP="00936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3A5F1C" w:rsidRDefault="00614D12" w:rsidP="00936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936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936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614D12" w:rsidRPr="00A71895" w:rsidTr="00897D44">
        <w:trPr>
          <w:trHeight w:val="900"/>
        </w:trPr>
        <w:tc>
          <w:tcPr>
            <w:tcW w:w="525" w:type="dxa"/>
            <w:vMerge/>
            <w:tcBorders>
              <w:left w:val="single" w:sz="6" w:space="0" w:color="000000"/>
            </w:tcBorders>
            <w:shd w:val="clear" w:color="auto" w:fill="FFFFFF"/>
          </w:tcPr>
          <w:p w:rsidR="00614D12" w:rsidRPr="003A5F1C" w:rsidRDefault="00614D12" w:rsidP="00EF702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93" w:type="dxa"/>
            <w:vMerge/>
            <w:tcBorders>
              <w:left w:val="single" w:sz="6" w:space="0" w:color="000000"/>
            </w:tcBorders>
            <w:shd w:val="clear" w:color="auto" w:fill="FFFFFF"/>
          </w:tcPr>
          <w:p w:rsidR="00614D12" w:rsidRPr="003A5F1C" w:rsidRDefault="00614D12" w:rsidP="00EF702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3A5F1C" w:rsidRDefault="00614D12" w:rsidP="00EF702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4D12" w:rsidRPr="00546DC0" w:rsidRDefault="00614D12" w:rsidP="00936B8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6DC0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614D12" w:rsidRPr="00546DC0" w:rsidRDefault="00614D12" w:rsidP="00936B8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6DC0">
              <w:rPr>
                <w:rFonts w:ascii="Times New Roman" w:hAnsi="Times New Roman"/>
                <w:sz w:val="26"/>
                <w:szCs w:val="26"/>
              </w:rPr>
              <w:t>54,9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614D12" w:rsidRPr="003A5F1C" w:rsidRDefault="00614D12" w:rsidP="00936B8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A5F1C">
              <w:rPr>
                <w:rFonts w:ascii="Times New Roman" w:hAnsi="Times New Roman"/>
                <w:sz w:val="26"/>
                <w:szCs w:val="26"/>
              </w:rPr>
              <w:t>56,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614D12" w:rsidRPr="003A5F1C" w:rsidRDefault="00614D12" w:rsidP="00936B8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A5F1C">
              <w:rPr>
                <w:rFonts w:ascii="Times New Roman" w:hAnsi="Times New Roman"/>
                <w:sz w:val="26"/>
                <w:szCs w:val="26"/>
              </w:rPr>
              <w:t>60,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936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614D12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Комплекс процессных мероприятий</w:t>
            </w:r>
            <w:r w:rsidRPr="003A5F1C">
              <w:rPr>
                <w:rFonts w:ascii="Times New Roman" w:hAnsi="Times New Roman"/>
                <w:sz w:val="26"/>
                <w:szCs w:val="26"/>
              </w:rPr>
              <w:t xml:space="preserve"> "Организация и проведение  физкультурных мероприятий и массовых спортивных мероприятий, участие команд в соревнованиях различного уровня в соответствии с календарным планом"</w:t>
            </w:r>
          </w:p>
        </w:tc>
      </w:tr>
      <w:tr w:rsidR="00614D12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Задача 1</w:t>
            </w:r>
            <w:r w:rsidRPr="003A5F1C">
              <w:rPr>
                <w:rFonts w:ascii="Times New Roman" w:hAnsi="Times New Roman"/>
                <w:sz w:val="26"/>
                <w:szCs w:val="26"/>
              </w:rPr>
              <w:t>. 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614D12" w:rsidRPr="00A71895" w:rsidTr="00897D44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EF70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EC60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 xml:space="preserve">Мероприятие (результат)1. Привлечены жители к систематическим занятиям физической культурой и спортом.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EF70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Организация работы по развитию физической культуры и спорта и привлечение жителей Гайского городского округа к участию в спортивных массовых физкультурных мероприятий.</w:t>
            </w:r>
            <w:r w:rsidRPr="003A5F1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A5F1C">
              <w:rPr>
                <w:rFonts w:ascii="Times New Roman" w:hAnsi="Times New Roman"/>
                <w:sz w:val="24"/>
                <w:szCs w:val="24"/>
              </w:rPr>
              <w:t>Кол-во человек принявших участие в спортивно-массовых мероприятиях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B3806" w:rsidRDefault="00614D12" w:rsidP="00936B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кол-во чел.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B3806" w:rsidRDefault="00614D12" w:rsidP="00936B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B3806" w:rsidRDefault="00614D12" w:rsidP="00936B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B3806" w:rsidRDefault="00614D12" w:rsidP="00936B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B3806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B3806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3B3806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3B3806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3B3806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B3806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B3806" w:rsidRDefault="00614D12" w:rsidP="00936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4D12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B3806" w:rsidRDefault="00614D12" w:rsidP="00BE252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B3806">
              <w:rPr>
                <w:rFonts w:ascii="Times New Roman" w:hAnsi="Times New Roman"/>
                <w:b/>
                <w:sz w:val="26"/>
                <w:szCs w:val="26"/>
              </w:rPr>
              <w:t>Комплекс процессных мероприятий</w:t>
            </w:r>
            <w:r w:rsidRPr="003B3806">
              <w:rPr>
                <w:rFonts w:ascii="Times New Roman" w:hAnsi="Times New Roman"/>
                <w:sz w:val="26"/>
                <w:szCs w:val="26"/>
              </w:rPr>
              <w:t xml:space="preserve"> "Организация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(ГТО)"  </w:t>
            </w:r>
          </w:p>
        </w:tc>
      </w:tr>
      <w:tr w:rsidR="00614D12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B3806" w:rsidRDefault="00614D12" w:rsidP="00BE2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b/>
                <w:sz w:val="24"/>
                <w:szCs w:val="24"/>
              </w:rPr>
              <w:t>Задача 1</w:t>
            </w:r>
            <w:r w:rsidRPr="003B3806">
              <w:rPr>
                <w:rFonts w:ascii="Times New Roman" w:hAnsi="Times New Roman"/>
                <w:sz w:val="24"/>
                <w:szCs w:val="24"/>
              </w:rPr>
              <w:t>. 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614D12" w:rsidRPr="00A71895" w:rsidTr="00897D44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556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Мероприятие (результат)1. Проведено комплексное тестирование населения Гайского ГО в рамках Всероссийского физкультурно-спортивного комплекса «Готов к труду и обороне» (ГТО).</w:t>
            </w:r>
          </w:p>
          <w:p w:rsidR="00614D12" w:rsidRPr="003A5F1C" w:rsidRDefault="00614D12" w:rsidP="00EC60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 Проведение физкультурных и спортивных мероприятий в рамках Всероссийского физкультурно-спортивного комплекса «Готов к труду и обороне» (ГТО).  Количество человек, прошедших испытания   ВФСК "ГТО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B3806" w:rsidRDefault="00614D12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кол-во чел.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B3806" w:rsidRDefault="00614D12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B3806" w:rsidRDefault="00614D12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B3806" w:rsidRDefault="00614D12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B3806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B3806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3B3806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3B3806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3B3806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B3806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B3806" w:rsidRDefault="00614D12" w:rsidP="00BE25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4D12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Комплекс процессных мероприятий</w:t>
            </w:r>
            <w:r w:rsidRPr="003A5F1C">
              <w:rPr>
                <w:rFonts w:ascii="Times New Roman" w:hAnsi="Times New Roman"/>
                <w:sz w:val="26"/>
                <w:szCs w:val="26"/>
              </w:rPr>
              <w:t xml:space="preserve"> "Обеспечение условий для развития физической культуры и спорта в учреждениях спортивной подготовки"</w:t>
            </w:r>
          </w:p>
        </w:tc>
      </w:tr>
      <w:tr w:rsidR="00614D12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b/>
                <w:sz w:val="24"/>
                <w:szCs w:val="24"/>
              </w:rPr>
              <w:t>Задача 1</w:t>
            </w:r>
            <w:r w:rsidRPr="003A5F1C">
              <w:rPr>
                <w:rFonts w:ascii="Times New Roman" w:hAnsi="Times New Roman"/>
                <w:sz w:val="24"/>
                <w:szCs w:val="24"/>
              </w:rPr>
              <w:t>. 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614D12" w:rsidRPr="00A71895" w:rsidTr="00897D44">
        <w:trPr>
          <w:trHeight w:val="1020"/>
        </w:trPr>
        <w:tc>
          <w:tcPr>
            <w:tcW w:w="52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9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3A5F1C" w:rsidRDefault="00614D12" w:rsidP="00531FF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Мероприятие (результат)1. Организовано  осуществление спортивной подготовки по олимпийским и не олимпийским  видам спорта.</w:t>
            </w:r>
            <w:r w:rsidRPr="003A5F1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614D12" w:rsidRPr="003A5F1C" w:rsidRDefault="00614D12" w:rsidP="00531FF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14D12" w:rsidRPr="003A5F1C" w:rsidRDefault="00614D12" w:rsidP="00531FF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3A5F1C" w:rsidRDefault="00614D12" w:rsidP="00C438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 xml:space="preserve"> Число лиц, прошедших спортивную подготовку на этапах спортивной подготовки по олимпийским и не олимпийским видам спорта </w:t>
            </w:r>
          </w:p>
          <w:p w:rsidR="00614D12" w:rsidRPr="003A5F1C" w:rsidRDefault="00614D12" w:rsidP="00C438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кол-во чел.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546DC0" w:rsidRDefault="00614D12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627</w:t>
            </w:r>
          </w:p>
          <w:p w:rsidR="00614D12" w:rsidRPr="00546DC0" w:rsidRDefault="00614D12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465</w:t>
            </w:r>
          </w:p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465</w:t>
            </w:r>
          </w:p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465</w:t>
            </w:r>
          </w:p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465</w:t>
            </w:r>
          </w:p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465</w:t>
            </w:r>
          </w:p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465</w:t>
            </w:r>
          </w:p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465</w:t>
            </w:r>
          </w:p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465</w:t>
            </w:r>
          </w:p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4D12" w:rsidRPr="00A71895" w:rsidTr="006663CC">
        <w:trPr>
          <w:trHeight w:val="576"/>
        </w:trPr>
        <w:tc>
          <w:tcPr>
            <w:tcW w:w="525" w:type="dxa"/>
            <w:vMerge/>
            <w:tcBorders>
              <w:left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3" w:type="dxa"/>
            <w:vMerge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3A5F1C" w:rsidRDefault="00614D12" w:rsidP="0053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3A5F1C" w:rsidRDefault="00614D12" w:rsidP="00380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кол-во 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546DC0" w:rsidRDefault="00614D12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14D12" w:rsidRPr="00546DC0" w:rsidRDefault="00614D12" w:rsidP="00243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4D12" w:rsidRPr="00A71895" w:rsidTr="008C4346">
        <w:trPr>
          <w:trHeight w:val="1692"/>
        </w:trPr>
        <w:tc>
          <w:tcPr>
            <w:tcW w:w="525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B3806" w:rsidRDefault="00614D12" w:rsidP="00531FF4">
            <w:pPr>
              <w:rPr>
                <w:rFonts w:ascii="Times New Roman" w:hAnsi="Times New Roman"/>
                <w:sz w:val="24"/>
                <w:szCs w:val="24"/>
              </w:rPr>
            </w:pPr>
            <w:r w:rsidRPr="003B3806">
              <w:rPr>
                <w:rFonts w:ascii="Times New Roman" w:hAnsi="Times New Roman"/>
                <w:sz w:val="24"/>
                <w:szCs w:val="24"/>
              </w:rPr>
              <w:t>Мероприятие (результат)2. Проведено благоустройство территории  в МАУ ДО «СШ Рекорд»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380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/>
                <w:sz w:val="24"/>
                <w:szCs w:val="24"/>
              </w:rPr>
              <w:t>благоустройства территории</w:t>
            </w:r>
            <w:r w:rsidRPr="003A5F1C">
              <w:rPr>
                <w:rFonts w:ascii="Times New Roman" w:hAnsi="Times New Roman"/>
                <w:sz w:val="24"/>
                <w:szCs w:val="24"/>
              </w:rPr>
              <w:t xml:space="preserve"> и создание условий для развития физической культуры и спорта в учреждениях спортивной  подготовки.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4D12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Комплекс процессных мероприятий</w:t>
            </w:r>
            <w:r w:rsidRPr="003A5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"Обеспечение условий для доступа к объектам спорта на территории муниципального образования Гайский городской округ»</w:t>
            </w:r>
          </w:p>
        </w:tc>
      </w:tr>
      <w:tr w:rsidR="00614D12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b/>
                <w:sz w:val="24"/>
                <w:szCs w:val="24"/>
              </w:rPr>
              <w:t>Задача 1</w:t>
            </w:r>
            <w:r w:rsidRPr="003A5F1C">
              <w:rPr>
                <w:rFonts w:ascii="Times New Roman" w:hAnsi="Times New Roman"/>
                <w:sz w:val="24"/>
                <w:szCs w:val="24"/>
              </w:rPr>
              <w:t>. 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614D12" w:rsidRPr="00A71895" w:rsidTr="00897D44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 xml:space="preserve"> 5.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AA2B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Мероприятие (результат)1. Предоставлен доступ к объектам спорта учреждения МАУ «Физкультурно-оздоровительный комплекс «Горняк»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AA2B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 Предоставление спортивных сооружений, комплексов  и оборудования для занятий физической культур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3A5F1C">
              <w:rPr>
                <w:rFonts w:ascii="Times New Roman" w:hAnsi="Times New Roman"/>
                <w:sz w:val="24"/>
                <w:szCs w:val="24"/>
              </w:rPr>
              <w:t xml:space="preserve"> и спортом. Пользование спортивным оборудованием и инвентарем.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7B39AD" w:rsidRDefault="00614D12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9A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4D12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</w:t>
            </w:r>
            <w:r w:rsidRPr="003A5F1C">
              <w:rPr>
                <w:rFonts w:ascii="Times New Roman" w:hAnsi="Times New Roman"/>
                <w:sz w:val="24"/>
                <w:szCs w:val="24"/>
              </w:rPr>
              <w:t xml:space="preserve"> "Обеспечение выполнения муниципальной политики, обеспечивающей развитие системы физической культуры и массового спорта в городском округе"</w:t>
            </w:r>
          </w:p>
        </w:tc>
      </w:tr>
      <w:tr w:rsidR="00614D12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b/>
                <w:sz w:val="24"/>
                <w:szCs w:val="24"/>
              </w:rPr>
              <w:t>Задача 1</w:t>
            </w:r>
            <w:r w:rsidRPr="003A5F1C">
              <w:rPr>
                <w:rFonts w:ascii="Times New Roman" w:hAnsi="Times New Roman"/>
                <w:sz w:val="24"/>
                <w:szCs w:val="24"/>
              </w:rPr>
              <w:t>. 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614D12" w:rsidRPr="00A71895" w:rsidTr="00897D44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Мероприятие (результат)1. Эффективное функционирование системы управления физической культуры и спорта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 Обеспечение эффективного  выполнения муниципальной политики,  обеспечивающей развитие системы физической культуры и массового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4D12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</w:t>
            </w:r>
            <w:r w:rsidRPr="003A5F1C">
              <w:rPr>
                <w:rFonts w:ascii="Times New Roman" w:hAnsi="Times New Roman"/>
                <w:sz w:val="24"/>
                <w:szCs w:val="24"/>
              </w:rPr>
              <w:t xml:space="preserve"> "Ведение бухгалтерского учёта и составление отчётности учредителя и подведомственных учреждений физической культуры"</w:t>
            </w:r>
          </w:p>
        </w:tc>
      </w:tr>
      <w:tr w:rsidR="00614D12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b/>
                <w:sz w:val="24"/>
                <w:szCs w:val="24"/>
              </w:rPr>
              <w:t>Задача 1</w:t>
            </w:r>
            <w:r w:rsidRPr="003A5F1C">
              <w:rPr>
                <w:rFonts w:ascii="Times New Roman" w:hAnsi="Times New Roman"/>
                <w:sz w:val="24"/>
                <w:szCs w:val="24"/>
              </w:rPr>
              <w:t>. 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614D12" w:rsidRPr="00A71895" w:rsidTr="00897D44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2839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 xml:space="preserve">Мероприятие (результат)1. Выполнение функций по бухгалтерскому учету учредителя и  подведомственных учреждений.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2839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 Организация и обеспечение бухгалтерского сопровождения деятельности учредителя и подведомственных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3A5F1C" w:rsidRDefault="00614D12" w:rsidP="00BE25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14D12" w:rsidRDefault="00614D12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614D12" w:rsidRDefault="00614D12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614D12" w:rsidRDefault="00614D12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614D12" w:rsidRDefault="00614D12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614D12" w:rsidRDefault="00614D12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614D12" w:rsidRDefault="00614D12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614D12" w:rsidRDefault="00614D12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614D12" w:rsidRDefault="00614D12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614D12" w:rsidRDefault="00614D12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614D12" w:rsidRPr="007B39AD" w:rsidRDefault="00614D12" w:rsidP="007D746F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7B39AD">
        <w:rPr>
          <w:rFonts w:ascii="Times New Roman" w:hAnsi="Times New Roman"/>
          <w:sz w:val="24"/>
          <w:szCs w:val="24"/>
        </w:rPr>
        <w:t>Приложение №5</w:t>
      </w:r>
    </w:p>
    <w:p w:rsidR="00614D12" w:rsidRPr="0059197D" w:rsidRDefault="00614D12" w:rsidP="007D74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к муниципальной программе</w:t>
      </w:r>
    </w:p>
    <w:p w:rsidR="00614D12" w:rsidRPr="0059197D" w:rsidRDefault="00614D12" w:rsidP="007D74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«Развитие физической культуры и массового спорта</w:t>
      </w:r>
    </w:p>
    <w:p w:rsidR="00614D12" w:rsidRPr="0059197D" w:rsidRDefault="00614D12" w:rsidP="007D746F">
      <w:pPr>
        <w:spacing w:after="0" w:line="240" w:lineRule="auto"/>
        <w:ind w:left="273" w:right="42"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на территории Гайского городского округа»</w:t>
      </w:r>
    </w:p>
    <w:p w:rsidR="00614D12" w:rsidRDefault="00614D12" w:rsidP="006B6AA7">
      <w:pPr>
        <w:pStyle w:val="ListParagraph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14D12" w:rsidRDefault="00614D12" w:rsidP="006B6AA7">
      <w:pPr>
        <w:pStyle w:val="ListParagraph"/>
        <w:spacing w:after="0"/>
        <w:jc w:val="center"/>
        <w:rPr>
          <w:rFonts w:ascii="Times New Roman" w:hAnsi="Times New Roman"/>
          <w:sz w:val="28"/>
          <w:szCs w:val="28"/>
        </w:rPr>
      </w:pPr>
      <w:r w:rsidRPr="00B233CF">
        <w:rPr>
          <w:rFonts w:ascii="Times New Roman" w:hAnsi="Times New Roman"/>
          <w:sz w:val="28"/>
          <w:szCs w:val="28"/>
        </w:rPr>
        <w:t xml:space="preserve">Финансовое обеспечение муниципальной программы (комплексной программы) </w:t>
      </w:r>
    </w:p>
    <w:p w:rsidR="00614D12" w:rsidRPr="00B233CF" w:rsidRDefault="00614D12" w:rsidP="006B6AA7">
      <w:pPr>
        <w:pStyle w:val="ListParagraph"/>
        <w:spacing w:after="0"/>
        <w:jc w:val="center"/>
        <w:rPr>
          <w:rFonts w:ascii="Times New Roman" w:hAnsi="Times New Roman"/>
          <w:sz w:val="20"/>
          <w:szCs w:val="20"/>
        </w:rPr>
      </w:pPr>
      <w:r w:rsidRPr="00B233C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01"/>
        <w:gridCol w:w="2914"/>
        <w:gridCol w:w="2090"/>
        <w:gridCol w:w="695"/>
        <w:gridCol w:w="708"/>
        <w:gridCol w:w="710"/>
        <w:gridCol w:w="637"/>
        <w:gridCol w:w="660"/>
        <w:gridCol w:w="660"/>
        <w:gridCol w:w="660"/>
        <w:gridCol w:w="660"/>
        <w:gridCol w:w="660"/>
        <w:gridCol w:w="660"/>
        <w:gridCol w:w="660"/>
        <w:gridCol w:w="1536"/>
        <w:gridCol w:w="884"/>
      </w:tblGrid>
      <w:tr w:rsidR="00614D12" w:rsidRPr="00A71895" w:rsidTr="005578FD">
        <w:trPr>
          <w:trHeight w:val="240"/>
        </w:trPr>
        <w:tc>
          <w:tcPr>
            <w:tcW w:w="401" w:type="dxa"/>
            <w:vMerge w:val="restart"/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14" w:type="dxa"/>
            <w:vMerge w:val="restart"/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(комплексной программы), структурного элемента муниципальной программы (комплексной программы)</w:t>
            </w:r>
          </w:p>
        </w:tc>
        <w:tc>
          <w:tcPr>
            <w:tcW w:w="2090" w:type="dxa"/>
            <w:vMerge w:val="restart"/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113" w:type="dxa"/>
            <w:gridSpan w:val="3"/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793" w:type="dxa"/>
            <w:gridSpan w:val="9"/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  <w:tc>
          <w:tcPr>
            <w:tcW w:w="884" w:type="dxa"/>
            <w:vMerge w:val="restart"/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Связь с комплексной программой</w:t>
            </w:r>
          </w:p>
        </w:tc>
      </w:tr>
      <w:tr w:rsidR="00614D12" w:rsidRPr="00A71895" w:rsidTr="005578FD">
        <w:tc>
          <w:tcPr>
            <w:tcW w:w="401" w:type="dxa"/>
            <w:vMerge/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14" w:type="dxa"/>
            <w:vMerge/>
            <w:shd w:val="clear" w:color="auto" w:fill="FFFFFF"/>
            <w:vAlign w:val="center"/>
          </w:tcPr>
          <w:p w:rsidR="00614D12" w:rsidRPr="00A71895" w:rsidRDefault="00614D12" w:rsidP="006B6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0" w:type="dxa"/>
            <w:vMerge/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5" w:type="dxa"/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708" w:type="dxa"/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710" w:type="dxa"/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637" w:type="dxa"/>
            <w:shd w:val="clear" w:color="auto" w:fill="FFFFFF"/>
          </w:tcPr>
          <w:p w:rsidR="00614D12" w:rsidRPr="00120051" w:rsidRDefault="00614D12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051">
              <w:rPr>
                <w:rFonts w:ascii="Times New Roman" w:hAnsi="Times New Roman"/>
              </w:rPr>
              <w:t>2023</w:t>
            </w:r>
          </w:p>
        </w:tc>
        <w:tc>
          <w:tcPr>
            <w:tcW w:w="660" w:type="dxa"/>
            <w:shd w:val="clear" w:color="auto" w:fill="FFFFFF"/>
          </w:tcPr>
          <w:p w:rsidR="00614D12" w:rsidRPr="00120051" w:rsidRDefault="00614D12" w:rsidP="006B6A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051">
              <w:rPr>
                <w:rFonts w:ascii="Times New Roman" w:hAnsi="Times New Roman"/>
              </w:rPr>
              <w:t>2024</w:t>
            </w:r>
          </w:p>
        </w:tc>
        <w:tc>
          <w:tcPr>
            <w:tcW w:w="660" w:type="dxa"/>
            <w:shd w:val="clear" w:color="auto" w:fill="FFFFFF"/>
          </w:tcPr>
          <w:p w:rsidR="00614D12" w:rsidRPr="00120051" w:rsidRDefault="00614D12" w:rsidP="006B6A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051">
              <w:rPr>
                <w:rFonts w:ascii="Times New Roman" w:hAnsi="Times New Roman"/>
              </w:rPr>
              <w:t>2025</w:t>
            </w:r>
          </w:p>
        </w:tc>
        <w:tc>
          <w:tcPr>
            <w:tcW w:w="660" w:type="dxa"/>
            <w:shd w:val="clear" w:color="auto" w:fill="FFFFFF"/>
          </w:tcPr>
          <w:p w:rsidR="00614D12" w:rsidRPr="00120051" w:rsidRDefault="00614D12" w:rsidP="006B6A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051">
              <w:rPr>
                <w:rFonts w:ascii="Times New Roman" w:hAnsi="Times New Roman"/>
              </w:rPr>
              <w:t>2026</w:t>
            </w:r>
          </w:p>
        </w:tc>
        <w:tc>
          <w:tcPr>
            <w:tcW w:w="660" w:type="dxa"/>
            <w:shd w:val="clear" w:color="auto" w:fill="FFFFFF"/>
          </w:tcPr>
          <w:p w:rsidR="00614D12" w:rsidRPr="00120051" w:rsidRDefault="00614D12" w:rsidP="00FD4D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051">
              <w:rPr>
                <w:rFonts w:ascii="Times New Roman" w:hAnsi="Times New Roman"/>
              </w:rPr>
              <w:t>2027</w:t>
            </w:r>
          </w:p>
        </w:tc>
        <w:tc>
          <w:tcPr>
            <w:tcW w:w="660" w:type="dxa"/>
            <w:shd w:val="clear" w:color="auto" w:fill="FFFFFF"/>
          </w:tcPr>
          <w:p w:rsidR="00614D12" w:rsidRPr="00120051" w:rsidRDefault="00614D12" w:rsidP="00FD4D93">
            <w:pPr>
              <w:jc w:val="center"/>
              <w:rPr>
                <w:rFonts w:ascii="Times New Roman" w:hAnsi="Times New Roman"/>
              </w:rPr>
            </w:pPr>
            <w:r w:rsidRPr="00120051">
              <w:rPr>
                <w:rFonts w:ascii="Times New Roman" w:hAnsi="Times New Roman"/>
              </w:rPr>
              <w:t>2028</w:t>
            </w:r>
          </w:p>
        </w:tc>
        <w:tc>
          <w:tcPr>
            <w:tcW w:w="660" w:type="dxa"/>
            <w:shd w:val="clear" w:color="auto" w:fill="FFFFFF"/>
          </w:tcPr>
          <w:p w:rsidR="00614D12" w:rsidRPr="00120051" w:rsidRDefault="00614D12" w:rsidP="00825CD9">
            <w:pPr>
              <w:jc w:val="center"/>
              <w:rPr>
                <w:rFonts w:ascii="Times New Roman" w:hAnsi="Times New Roman"/>
              </w:rPr>
            </w:pPr>
            <w:r w:rsidRPr="00120051">
              <w:rPr>
                <w:rFonts w:ascii="Times New Roman" w:hAnsi="Times New Roman"/>
              </w:rPr>
              <w:t>2029</w:t>
            </w:r>
          </w:p>
        </w:tc>
        <w:tc>
          <w:tcPr>
            <w:tcW w:w="660" w:type="dxa"/>
            <w:shd w:val="clear" w:color="auto" w:fill="FFFFFF"/>
          </w:tcPr>
          <w:p w:rsidR="00614D12" w:rsidRPr="00120051" w:rsidRDefault="00614D12" w:rsidP="00825CD9">
            <w:pPr>
              <w:jc w:val="center"/>
              <w:rPr>
                <w:rFonts w:ascii="Times New Roman" w:hAnsi="Times New Roman"/>
              </w:rPr>
            </w:pPr>
            <w:r w:rsidRPr="00120051">
              <w:rPr>
                <w:rFonts w:ascii="Times New Roman" w:hAnsi="Times New Roman"/>
              </w:rPr>
              <w:t>2030</w:t>
            </w:r>
          </w:p>
        </w:tc>
        <w:tc>
          <w:tcPr>
            <w:tcW w:w="1536" w:type="dxa"/>
            <w:shd w:val="clear" w:color="auto" w:fill="FFFFFF"/>
          </w:tcPr>
          <w:p w:rsidR="00614D12" w:rsidRPr="00A71895" w:rsidRDefault="00614D12" w:rsidP="006B6A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84" w:type="dxa"/>
            <w:vMerge/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4D12" w:rsidRPr="00A71895" w:rsidTr="005578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FD4D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FD4D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825C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825C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6B6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14D12" w:rsidRPr="00A71895" w:rsidTr="005578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 xml:space="preserve"> (комплексная программа)  «Развитие  физической культуры и массового спорта на территории Гайского городского округа»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14D12" w:rsidRPr="00117C78" w:rsidRDefault="00614D12" w:rsidP="006B6AA7">
            <w:pPr>
              <w:spacing w:after="0" w:line="240" w:lineRule="auto"/>
              <w:rPr>
                <w:rFonts w:ascii="Times New Roman" w:hAnsi="Times New Roman"/>
              </w:rPr>
            </w:pPr>
            <w:r w:rsidRPr="00117C78">
              <w:rPr>
                <w:rFonts w:ascii="Times New Roman" w:hAnsi="Times New Roman"/>
              </w:rPr>
              <w:t>492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14D12" w:rsidRPr="00117C78" w:rsidRDefault="00614D12" w:rsidP="006B6AA7">
            <w:pPr>
              <w:spacing w:after="0" w:line="240" w:lineRule="auto"/>
              <w:rPr>
                <w:rFonts w:ascii="Times New Roman" w:hAnsi="Times New Roman"/>
              </w:rPr>
            </w:pPr>
            <w:r w:rsidRPr="00117C78">
              <w:rPr>
                <w:rFonts w:ascii="Times New Roman" w:hAnsi="Times New Roman"/>
              </w:rPr>
              <w:t>11 0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14D12" w:rsidRPr="001D6A88" w:rsidRDefault="00614D12" w:rsidP="006B6AA7">
            <w:pPr>
              <w:spacing w:after="0" w:line="240" w:lineRule="auto"/>
              <w:rPr>
                <w:rFonts w:ascii="Times New Roman" w:hAnsi="Times New Roman"/>
              </w:rPr>
            </w:pPr>
            <w:r w:rsidRPr="001D6A88">
              <w:rPr>
                <w:rFonts w:ascii="Times New Roman" w:hAnsi="Times New Roman"/>
              </w:rPr>
              <w:t>2500000000</w:t>
            </w:r>
          </w:p>
        </w:tc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7B39AD" w:rsidRDefault="00614D12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B39AD">
              <w:rPr>
                <w:rFonts w:ascii="Times New Roman" w:hAnsi="Times New Roman"/>
              </w:rPr>
              <w:t>637</w:t>
            </w:r>
            <w:r>
              <w:rPr>
                <w:rFonts w:ascii="Times New Roman" w:hAnsi="Times New Roman"/>
              </w:rPr>
              <w:t>38621</w:t>
            </w:r>
            <w:r w:rsidRPr="007B39A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7B39AD" w:rsidRDefault="00614D12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B39AD">
              <w:rPr>
                <w:rFonts w:ascii="Times New Roman" w:hAnsi="Times New Roman"/>
              </w:rPr>
              <w:t> 53037482,00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7B39AD" w:rsidRDefault="00614D12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B39AD">
              <w:rPr>
                <w:rFonts w:ascii="Times New Roman" w:hAnsi="Times New Roman"/>
              </w:rPr>
              <w:t>67276744,00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14D12" w:rsidRPr="007B39AD" w:rsidRDefault="00614D12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39AD">
              <w:rPr>
                <w:rFonts w:ascii="Times New Roman" w:hAnsi="Times New Roman"/>
              </w:rPr>
              <w:t>46224144,00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7B39AD" w:rsidRDefault="00614D12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39AD">
              <w:rPr>
                <w:rFonts w:ascii="Times New Roman" w:hAnsi="Times New Roman"/>
              </w:rPr>
              <w:t>46224144,00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7B39AD" w:rsidRDefault="00614D12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39AD">
              <w:rPr>
                <w:rFonts w:ascii="Times New Roman" w:hAnsi="Times New Roman"/>
              </w:rPr>
              <w:t>46224144,00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7B39AD" w:rsidRDefault="00614D12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39AD">
              <w:rPr>
                <w:rFonts w:ascii="Times New Roman" w:hAnsi="Times New Roman"/>
              </w:rPr>
              <w:t>46224144,00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7B39AD" w:rsidRDefault="00614D12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39AD">
              <w:rPr>
                <w:rFonts w:ascii="Times New Roman" w:hAnsi="Times New Roman"/>
              </w:rPr>
              <w:t>46224144,00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14D12" w:rsidRPr="007B39AD" w:rsidRDefault="00614D12" w:rsidP="006B6AA7">
            <w:pPr>
              <w:spacing w:after="0" w:line="240" w:lineRule="auto"/>
              <w:rPr>
                <w:rFonts w:ascii="Times New Roman" w:hAnsi="Times New Roman"/>
              </w:rPr>
            </w:pPr>
            <w:r w:rsidRPr="007B39AD">
              <w:rPr>
                <w:rFonts w:ascii="Times New Roman" w:hAnsi="Times New Roman"/>
              </w:rPr>
              <w:t>415</w:t>
            </w:r>
            <w:r>
              <w:rPr>
                <w:rFonts w:ascii="Times New Roman" w:hAnsi="Times New Roman"/>
              </w:rPr>
              <w:t> 173 567,18</w:t>
            </w:r>
          </w:p>
          <w:p w:rsidR="00614D12" w:rsidRPr="007B39AD" w:rsidRDefault="00614D12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14D12" w:rsidRPr="003B3806" w:rsidRDefault="00614D12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14D12" w:rsidRPr="00A71895" w:rsidTr="005578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56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6F37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ответственный исполнитель Спорткомитет ГГО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117C78" w:rsidRDefault="00614D12" w:rsidP="005F01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117C78" w:rsidRDefault="00614D12" w:rsidP="005F01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5F01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3B3806" w:rsidRDefault="00614D12" w:rsidP="005F01A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3B3806" w:rsidRDefault="00614D12" w:rsidP="005F01A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3B3806" w:rsidRDefault="00614D12" w:rsidP="005F01A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3B3806" w:rsidRDefault="00614D12" w:rsidP="005F01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3B3806" w:rsidRDefault="00614D12" w:rsidP="005F01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3B3806" w:rsidRDefault="00614D12" w:rsidP="005F01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3B3806" w:rsidRDefault="00614D12" w:rsidP="005F01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3B3806" w:rsidRDefault="00614D12" w:rsidP="005F01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3B3806" w:rsidRDefault="00614D12" w:rsidP="005F01A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3B3806" w:rsidRDefault="00614D12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14D12" w:rsidRPr="00A71895" w:rsidTr="005578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5"/>
        </w:trPr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Региональный проект «</w:t>
            </w:r>
            <w:r>
              <w:rPr>
                <w:rFonts w:ascii="Times New Roman" w:hAnsi="Times New Roman"/>
                <w:sz w:val="24"/>
                <w:szCs w:val="24"/>
              </w:rPr>
              <w:t>Спорт – норма жизни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C01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C23060" w:rsidRDefault="00614D12" w:rsidP="006B6A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060">
              <w:rPr>
                <w:rFonts w:ascii="Times New Roman" w:hAnsi="Times New Roman"/>
                <w:sz w:val="20"/>
                <w:szCs w:val="20"/>
              </w:rPr>
              <w:t>492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C23060" w:rsidRDefault="00614D12" w:rsidP="006B6A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060">
              <w:rPr>
                <w:rFonts w:ascii="Times New Roman" w:hAnsi="Times New Roman"/>
                <w:sz w:val="20"/>
                <w:szCs w:val="20"/>
              </w:rPr>
              <w:t>11 03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Default="00614D12" w:rsidP="006B6A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251Р5 00000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FD4D93" w:rsidRDefault="00614D12" w:rsidP="006B6A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1 222 316,00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FD4D93" w:rsidRDefault="00614D12" w:rsidP="006B5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825CD9" w:rsidRDefault="00614D12" w:rsidP="006B5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825CD9" w:rsidRDefault="00614D12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825CD9" w:rsidRDefault="00614D12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825CD9" w:rsidRDefault="00614D12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825CD9" w:rsidRDefault="00614D12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825CD9" w:rsidRDefault="00614D12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825CD9" w:rsidRDefault="00614D12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1 222 316,00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FD4D93" w:rsidRDefault="00614D12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14D12" w:rsidRPr="00A71895" w:rsidTr="005578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44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C013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ответственный исполнитель Спорткомитет ГГО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Default="00614D12" w:rsidP="006B6A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FD4D93" w:rsidRDefault="00614D12" w:rsidP="006B6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FD4D93" w:rsidRDefault="00614D12" w:rsidP="006B6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825CD9" w:rsidRDefault="00614D12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825CD9" w:rsidRDefault="00614D12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825CD9" w:rsidRDefault="00614D12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825CD9" w:rsidRDefault="00614D12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825CD9" w:rsidRDefault="00614D12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825CD9" w:rsidRDefault="00614D12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825CD9" w:rsidRDefault="00614D12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FD4D93" w:rsidRDefault="00614D12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14D12" w:rsidRPr="00A71895" w:rsidTr="005578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93"/>
        </w:trPr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"Организация и проведение  физкультурных мероприятий и массовых спортивных мероприятий, участие команд в соревнованиях различного уровня в соответствии с календарным планом"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всего, в том числе (при необходимости):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1D6A88" w:rsidRDefault="00614D12" w:rsidP="006B6AA7">
            <w:pPr>
              <w:spacing w:after="0" w:line="240" w:lineRule="auto"/>
              <w:rPr>
                <w:rFonts w:ascii="Times New Roman" w:hAnsi="Times New Roman"/>
              </w:rPr>
            </w:pPr>
            <w:r w:rsidRPr="001D6A88">
              <w:rPr>
                <w:rFonts w:ascii="Times New Roman" w:hAnsi="Times New Roman"/>
              </w:rPr>
              <w:t>492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1D6A88" w:rsidRDefault="00614D12" w:rsidP="006B6AA7">
            <w:pPr>
              <w:spacing w:after="0" w:line="240" w:lineRule="auto"/>
              <w:rPr>
                <w:rFonts w:ascii="Times New Roman" w:hAnsi="Times New Roman"/>
              </w:rPr>
            </w:pPr>
            <w:r w:rsidRPr="001D6A88">
              <w:rPr>
                <w:rFonts w:ascii="Times New Roman" w:hAnsi="Times New Roman"/>
              </w:rPr>
              <w:t>11 01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6B6A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6DC0">
              <w:rPr>
                <w:rFonts w:ascii="Times New Roman" w:hAnsi="Times New Roman"/>
                <w:sz w:val="20"/>
                <w:szCs w:val="20"/>
              </w:rPr>
              <w:t>25401 00000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</w:rPr>
              <w:t> 991  347,03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</w:rPr>
              <w:t> 455 347,37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C0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C0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C0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C0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C0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1 446 694,40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14D12" w:rsidRPr="00A71895" w:rsidTr="005578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68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6B6A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C013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 программы (комплексной программы)  Спорткомитет ГГО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6B6AA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6B6AA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6B6AA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46DC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6B6AA7">
            <w:pPr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6B6AA7">
            <w:pPr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6B6AA7">
            <w:pPr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6B6AA7">
            <w:pPr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6B6A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6B6A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6B6A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6B6A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6B6A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14D12" w:rsidRPr="00A71895" w:rsidTr="005578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C013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A7189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1D6A88" w:rsidRDefault="00614D12" w:rsidP="00C013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6A88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"Организация и проведение  физкультурных мероприятий и массовых спортивных мероприятий, участие команд в соревнованиях различного уровня в соответствии с календарным планом"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C013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всего, в том числе (при необходимости):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B11749" w:rsidRDefault="00614D12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11749">
              <w:rPr>
                <w:rFonts w:ascii="Times New Roman" w:hAnsi="Times New Roman"/>
                <w:b/>
              </w:rPr>
              <w:t>492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B11749" w:rsidRDefault="00614D12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11749">
              <w:rPr>
                <w:rFonts w:ascii="Times New Roman" w:hAnsi="Times New Roman"/>
                <w:b/>
              </w:rPr>
              <w:t>11 02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25401</w:t>
            </w:r>
          </w:p>
          <w:p w:rsidR="00614D12" w:rsidRPr="00546DC0" w:rsidRDefault="00614D12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00000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BE61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21 052600,00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C013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C013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C013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C013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C013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21 052 600,00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14D12" w:rsidRPr="00A71895" w:rsidTr="005578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40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C013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C013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C013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 программы (комплексной программы) Спорткомитет ГГО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212567" w:rsidRDefault="00614D12" w:rsidP="00C013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212567" w:rsidRDefault="00614D12" w:rsidP="00C013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212567" w:rsidRDefault="00614D12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614D12" w:rsidRPr="00212567" w:rsidRDefault="00614D12" w:rsidP="00C0130E">
            <w:pPr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614D12" w:rsidRPr="00212567" w:rsidRDefault="00614D12" w:rsidP="00C0130E">
            <w:pPr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212567" w:rsidRDefault="00614D12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614D12" w:rsidRPr="00212567" w:rsidRDefault="00614D12" w:rsidP="00C0130E">
            <w:pPr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614D12" w:rsidRPr="00212567" w:rsidRDefault="00614D12" w:rsidP="00C0130E">
            <w:pPr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212567" w:rsidRDefault="00614D12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614D12" w:rsidRPr="00212567" w:rsidRDefault="00614D12" w:rsidP="00C0130E">
            <w:pPr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614D12" w:rsidRPr="00212567" w:rsidRDefault="00614D12" w:rsidP="00C0130E">
            <w:pPr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212567" w:rsidRDefault="00614D12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614D12" w:rsidRPr="00212567" w:rsidRDefault="00614D12" w:rsidP="00C0130E">
            <w:pPr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614D12" w:rsidRPr="00212567" w:rsidRDefault="00614D12" w:rsidP="00C0130E">
            <w:pPr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212567" w:rsidRDefault="00614D12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614D12" w:rsidRPr="00212567" w:rsidRDefault="00614D12" w:rsidP="00C0130E">
            <w:pPr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614D12" w:rsidRPr="00212567" w:rsidRDefault="00614D12" w:rsidP="00C0130E">
            <w:pPr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212567" w:rsidRDefault="00614D12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212567" w:rsidRDefault="00614D12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212567" w:rsidRDefault="00614D12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212567" w:rsidRDefault="00614D12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212567" w:rsidRDefault="00614D12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FD4D93" w:rsidRDefault="00614D12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14D12" w:rsidRPr="00A71895" w:rsidTr="00EE0B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BE25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A7189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BE2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 "Обеспечение условий для доступа к объектам спорта на территории муниципального образования Гайский городской округ»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BE25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всего, в том числе (при необходимости):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B84F6A" w:rsidRDefault="00614D12" w:rsidP="00BE25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4F6A">
              <w:rPr>
                <w:rFonts w:ascii="Times New Roman" w:hAnsi="Times New Roman"/>
                <w:b/>
              </w:rPr>
              <w:t>492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B84F6A" w:rsidRDefault="00614D12" w:rsidP="00BE25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4F6A">
              <w:rPr>
                <w:rFonts w:ascii="Times New Roman" w:hAnsi="Times New Roman"/>
                <w:b/>
              </w:rPr>
              <w:t>11 02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B84F6A" w:rsidRDefault="00614D12" w:rsidP="00F436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4F6A">
              <w:rPr>
                <w:rFonts w:ascii="Times New Roman" w:hAnsi="Times New Roman"/>
                <w:b/>
              </w:rPr>
              <w:t>25400 00000 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F436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37 551 800,00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F436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31 420534,63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BE25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24 298944,00 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C013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24 298944,00 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C013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24 298944,00 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C013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24 298944,00 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C013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24 298944,00 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C013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24 298944,00 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BE25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214 765 998,63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B84F6A" w:rsidRDefault="00614D12" w:rsidP="00BE252C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614D12" w:rsidRPr="00A71895" w:rsidTr="00EE0B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4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BE25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BE25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6560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 программы (комплексной программы) Спорткомитет ГГО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212567" w:rsidRDefault="00614D12" w:rsidP="00F30F04">
            <w:pPr>
              <w:spacing w:after="0" w:line="240" w:lineRule="auto"/>
              <w:rPr>
                <w:rFonts w:ascii="Times New Roman" w:hAnsi="Times New Roman"/>
              </w:rPr>
            </w:pPr>
            <w:r w:rsidRPr="00212567">
              <w:rPr>
                <w:rFonts w:ascii="Times New Roman" w:hAnsi="Times New Roman"/>
              </w:rPr>
              <w:t>492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212567" w:rsidRDefault="00614D12" w:rsidP="00F30F04">
            <w:pPr>
              <w:spacing w:after="0" w:line="240" w:lineRule="auto"/>
              <w:rPr>
                <w:rFonts w:ascii="Times New Roman" w:hAnsi="Times New Roman"/>
              </w:rPr>
            </w:pPr>
            <w:r w:rsidRPr="00212567">
              <w:rPr>
                <w:rFonts w:ascii="Times New Roman" w:hAnsi="Times New Roman"/>
              </w:rPr>
              <w:t>11 02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212567" w:rsidRDefault="00614D12" w:rsidP="00F30F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2540</w:t>
            </w:r>
            <w:r>
              <w:rPr>
                <w:rFonts w:ascii="Times New Roman" w:hAnsi="Times New Roman"/>
              </w:rPr>
              <w:t>8</w:t>
            </w:r>
            <w:r w:rsidRPr="0021256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00000</w:t>
            </w:r>
            <w:r w:rsidRPr="00212567">
              <w:rPr>
                <w:rFonts w:ascii="Times New Roman" w:hAnsi="Times New Roman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F30F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</w:rPr>
              <w:t>37 551 800,00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F30F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</w:rPr>
              <w:t>22 999 482,00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F30F04">
            <w:pPr>
              <w:spacing w:after="0" w:line="240" w:lineRule="auto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24 298944,00 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F30F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24 298944,00 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F30F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24 298944,00 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F30F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24 298944,00 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F30F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24 298944,00 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F30F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24 298944,00 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F30F04">
            <w:pPr>
              <w:spacing w:after="0" w:line="240" w:lineRule="auto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206 344 946,00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B84F6A" w:rsidRDefault="00614D12" w:rsidP="00BE25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4D12" w:rsidRPr="00A71895" w:rsidTr="00337E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8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BE25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BE25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6560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212567" w:rsidRDefault="00614D12" w:rsidP="00BE25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212567" w:rsidRDefault="00614D12" w:rsidP="00BE25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212567" w:rsidRDefault="00614D12" w:rsidP="00BE25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25401 00000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BE252C">
            <w:pPr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BE252C">
            <w:pPr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8 421 052,63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BE252C">
            <w:pPr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BE252C">
            <w:pPr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BE252C">
            <w:pPr>
              <w:spacing w:after="0" w:line="240" w:lineRule="auto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BE252C">
            <w:pPr>
              <w:spacing w:after="0" w:line="240" w:lineRule="auto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BE252C">
            <w:pPr>
              <w:spacing w:after="0" w:line="240" w:lineRule="auto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BE252C">
            <w:pPr>
              <w:spacing w:after="0" w:line="240" w:lineRule="auto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BE252C">
            <w:pPr>
              <w:spacing w:after="0" w:line="240" w:lineRule="auto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8 421 052,63</w:t>
            </w: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B84F6A" w:rsidRDefault="00614D12" w:rsidP="00BE25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4D12" w:rsidRPr="00A71895" w:rsidTr="005578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0445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A7189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0445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"Обеспечение условий для развития физической культуры и спорта в учреждениях спортивной подготовки"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146620" w:rsidRDefault="00614D12" w:rsidP="001466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6620">
              <w:rPr>
                <w:rFonts w:ascii="Times New Roman" w:hAnsi="Times New Roman"/>
                <w:sz w:val="20"/>
                <w:szCs w:val="20"/>
              </w:rPr>
              <w:t>всего, в том числе (при необходимости):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B84F6A" w:rsidRDefault="00614D12" w:rsidP="0014662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4F6A">
              <w:rPr>
                <w:rFonts w:ascii="Times New Roman" w:hAnsi="Times New Roman"/>
                <w:b/>
              </w:rPr>
              <w:t>492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B84F6A" w:rsidRDefault="00614D12" w:rsidP="001466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4F6A">
              <w:rPr>
                <w:rFonts w:ascii="Times New Roman" w:hAnsi="Times New Roman"/>
                <w:b/>
              </w:rPr>
              <w:t>11 03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B84F6A" w:rsidRDefault="00614D12" w:rsidP="001466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4F6A">
              <w:rPr>
                <w:rFonts w:ascii="Times New Roman" w:hAnsi="Times New Roman"/>
                <w:b/>
              </w:rPr>
              <w:t>25406 00000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B84F6A" w:rsidRDefault="00614D12" w:rsidP="001466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4F6A">
              <w:rPr>
                <w:rFonts w:ascii="Times New Roman" w:hAnsi="Times New Roman"/>
                <w:b/>
              </w:rPr>
              <w:t>19 016400,00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B84F6A" w:rsidRDefault="00614D12" w:rsidP="001466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4F6A">
              <w:rPr>
                <w:rFonts w:ascii="Times New Roman" w:hAnsi="Times New Roman"/>
                <w:b/>
              </w:rPr>
              <w:t>16 410200,00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B84F6A" w:rsidRDefault="00614D12" w:rsidP="001466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4F6A">
              <w:rPr>
                <w:rFonts w:ascii="Times New Roman" w:hAnsi="Times New Roman"/>
                <w:b/>
              </w:rPr>
              <w:t>17 273800,00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B84F6A" w:rsidRDefault="00614D12" w:rsidP="00C013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4F6A">
              <w:rPr>
                <w:rFonts w:ascii="Times New Roman" w:hAnsi="Times New Roman"/>
                <w:b/>
              </w:rPr>
              <w:t>17 273800,00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B84F6A" w:rsidRDefault="00614D12" w:rsidP="00C013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4F6A">
              <w:rPr>
                <w:rFonts w:ascii="Times New Roman" w:hAnsi="Times New Roman"/>
                <w:b/>
              </w:rPr>
              <w:t>17 273800,00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B84F6A" w:rsidRDefault="00614D12" w:rsidP="00C013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4F6A">
              <w:rPr>
                <w:rFonts w:ascii="Times New Roman" w:hAnsi="Times New Roman"/>
                <w:b/>
              </w:rPr>
              <w:t>17 273800,00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B84F6A" w:rsidRDefault="00614D12" w:rsidP="00C013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4F6A">
              <w:rPr>
                <w:rFonts w:ascii="Times New Roman" w:hAnsi="Times New Roman"/>
                <w:b/>
              </w:rPr>
              <w:t>17 273800,00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B84F6A" w:rsidRDefault="00614D12" w:rsidP="00C013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4F6A">
              <w:rPr>
                <w:rFonts w:ascii="Times New Roman" w:hAnsi="Times New Roman"/>
                <w:b/>
              </w:rPr>
              <w:t>17 273800,00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B84F6A" w:rsidRDefault="00614D12" w:rsidP="001466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4F6A">
              <w:rPr>
                <w:rFonts w:ascii="Times New Roman" w:hAnsi="Times New Roman"/>
                <w:b/>
              </w:rPr>
              <w:t>139 069 400,00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7B39AD" w:rsidRDefault="00614D12" w:rsidP="000445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14D12" w:rsidRPr="00A71895" w:rsidTr="005578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09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04459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04459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Default="00614D12" w:rsidP="006560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 программы (комплексной программы) Спорткомитет ГГО</w:t>
            </w:r>
          </w:p>
          <w:p w:rsidR="00614D12" w:rsidRPr="00A71895" w:rsidRDefault="00614D12" w:rsidP="006560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04459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04459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04459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614D12" w:rsidRPr="00A71895" w:rsidRDefault="00614D12" w:rsidP="0004459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614D12" w:rsidRPr="00A71895" w:rsidRDefault="00614D12" w:rsidP="0004459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FD4D93" w:rsidRDefault="00614D12" w:rsidP="0004459C">
            <w:pPr>
              <w:rPr>
                <w:rFonts w:ascii="Times New Roman" w:hAnsi="Times New Roman"/>
                <w:b/>
              </w:rPr>
            </w:pPr>
            <w:r w:rsidRPr="00FD4D93">
              <w:rPr>
                <w:rFonts w:ascii="Times New Roman" w:hAnsi="Times New Roman"/>
              </w:rPr>
              <w:t> </w:t>
            </w:r>
          </w:p>
          <w:p w:rsidR="00614D12" w:rsidRPr="00FD4D93" w:rsidRDefault="00614D12" w:rsidP="0004459C">
            <w:pPr>
              <w:rPr>
                <w:rFonts w:ascii="Times New Roman" w:hAnsi="Times New Roman"/>
                <w:b/>
              </w:rPr>
            </w:pPr>
            <w:r w:rsidRPr="00FD4D93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FD4D93" w:rsidRDefault="00614D12" w:rsidP="0004459C">
            <w:pPr>
              <w:rPr>
                <w:rFonts w:ascii="Times New Roman" w:hAnsi="Times New Roman"/>
                <w:b/>
              </w:rPr>
            </w:pPr>
            <w:r w:rsidRPr="00FD4D93">
              <w:rPr>
                <w:rFonts w:ascii="Times New Roman" w:hAnsi="Times New Roman"/>
              </w:rPr>
              <w:t> </w:t>
            </w:r>
          </w:p>
          <w:p w:rsidR="00614D12" w:rsidRPr="00FD4D93" w:rsidRDefault="00614D12" w:rsidP="0004459C">
            <w:pPr>
              <w:rPr>
                <w:rFonts w:ascii="Times New Roman" w:hAnsi="Times New Roman"/>
                <w:b/>
              </w:rPr>
            </w:pPr>
            <w:r w:rsidRPr="00FD4D93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FD4D93" w:rsidRDefault="00614D12" w:rsidP="0004459C">
            <w:pPr>
              <w:rPr>
                <w:rFonts w:ascii="Times New Roman" w:hAnsi="Times New Roman"/>
                <w:b/>
              </w:rPr>
            </w:pPr>
            <w:r w:rsidRPr="00FD4D93">
              <w:rPr>
                <w:rFonts w:ascii="Times New Roman" w:hAnsi="Times New Roman"/>
              </w:rPr>
              <w:t> </w:t>
            </w:r>
          </w:p>
          <w:p w:rsidR="00614D12" w:rsidRPr="00FD4D93" w:rsidRDefault="00614D12" w:rsidP="0004459C">
            <w:pPr>
              <w:rPr>
                <w:rFonts w:ascii="Times New Roman" w:hAnsi="Times New Roman"/>
                <w:b/>
              </w:rPr>
            </w:pPr>
            <w:r w:rsidRPr="00FD4D93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FD4D93" w:rsidRDefault="00614D12" w:rsidP="0004459C">
            <w:pPr>
              <w:rPr>
                <w:rFonts w:ascii="Times New Roman" w:hAnsi="Times New Roman"/>
                <w:b/>
              </w:rPr>
            </w:pPr>
            <w:r w:rsidRPr="00FD4D93">
              <w:rPr>
                <w:rFonts w:ascii="Times New Roman" w:hAnsi="Times New Roman"/>
              </w:rPr>
              <w:t> </w:t>
            </w:r>
          </w:p>
          <w:p w:rsidR="00614D12" w:rsidRPr="00FD4D93" w:rsidRDefault="00614D12" w:rsidP="0004459C">
            <w:pPr>
              <w:rPr>
                <w:rFonts w:ascii="Times New Roman" w:hAnsi="Times New Roman"/>
                <w:b/>
              </w:rPr>
            </w:pPr>
            <w:r w:rsidRPr="00FD4D93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FD4D93" w:rsidRDefault="00614D12" w:rsidP="000445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FD4D93" w:rsidRDefault="00614D12" w:rsidP="000445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FD4D93" w:rsidRDefault="00614D12" w:rsidP="000445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FD4D93" w:rsidRDefault="00614D12" w:rsidP="000445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FD4D93" w:rsidRDefault="00614D12" w:rsidP="000445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FD4D93" w:rsidRDefault="00614D12" w:rsidP="000445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14D12" w:rsidRPr="00A71895" w:rsidTr="005578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F47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A7189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"Обеспечение выполнения муниципальной политики, обеспечивающей развитие системы физической культуры и массового спорта в городском округе"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F470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всего, в том числе (при необходимости):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650B" w:rsidRDefault="00614D12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A7650B">
              <w:rPr>
                <w:rFonts w:ascii="Times New Roman" w:hAnsi="Times New Roman"/>
              </w:rPr>
              <w:t>492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650B" w:rsidRDefault="00614D12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A7650B">
              <w:rPr>
                <w:rFonts w:ascii="Times New Roman" w:hAnsi="Times New Roman"/>
              </w:rPr>
              <w:t>11 05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650B" w:rsidRDefault="00614D12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A7650B">
              <w:rPr>
                <w:rFonts w:ascii="Times New Roman" w:hAnsi="Times New Roman"/>
              </w:rPr>
              <w:t xml:space="preserve">25409 </w:t>
            </w:r>
            <w:r>
              <w:rPr>
                <w:rFonts w:ascii="Times New Roman" w:hAnsi="Times New Roman"/>
              </w:rPr>
              <w:t>00000</w:t>
            </w:r>
            <w:r w:rsidRPr="00A7650B">
              <w:rPr>
                <w:rFonts w:ascii="Times New Roman" w:hAnsi="Times New Roman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650B" w:rsidRDefault="00614D12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A7650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326 758</w:t>
            </w:r>
            <w:r w:rsidRPr="00A7650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650B" w:rsidRDefault="00614D12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A7650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650B">
              <w:rPr>
                <w:rFonts w:ascii="Times New Roman" w:hAnsi="Times New Roman"/>
              </w:rPr>
              <w:t>217</w:t>
            </w:r>
            <w:r>
              <w:rPr>
                <w:rFonts w:ascii="Times New Roman" w:hAnsi="Times New Roman"/>
              </w:rPr>
              <w:t xml:space="preserve"> </w:t>
            </w:r>
            <w:r w:rsidRPr="00A7650B">
              <w:rPr>
                <w:rFonts w:ascii="Times New Roman" w:hAnsi="Times New Roman"/>
              </w:rPr>
              <w:t>400,00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650B" w:rsidRDefault="00614D12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A7650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650B">
              <w:rPr>
                <w:rFonts w:ascii="Times New Roman" w:hAnsi="Times New Roman"/>
              </w:rPr>
              <w:t>217</w:t>
            </w:r>
            <w:r>
              <w:rPr>
                <w:rFonts w:ascii="Times New Roman" w:hAnsi="Times New Roman"/>
              </w:rPr>
              <w:t xml:space="preserve"> </w:t>
            </w:r>
            <w:r w:rsidRPr="00A7650B">
              <w:rPr>
                <w:rFonts w:ascii="Times New Roman" w:hAnsi="Times New Roman"/>
              </w:rPr>
              <w:t>400,00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825CD9" w:rsidRDefault="00614D12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650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650B">
              <w:rPr>
                <w:rFonts w:ascii="Times New Roman" w:hAnsi="Times New Roman"/>
              </w:rPr>
              <w:t>217</w:t>
            </w:r>
            <w:r>
              <w:rPr>
                <w:rFonts w:ascii="Times New Roman" w:hAnsi="Times New Roman"/>
              </w:rPr>
              <w:t xml:space="preserve"> </w:t>
            </w:r>
            <w:r w:rsidRPr="00A7650B">
              <w:rPr>
                <w:rFonts w:ascii="Times New Roman" w:hAnsi="Times New Roman"/>
              </w:rPr>
              <w:t>400,00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825CD9" w:rsidRDefault="00614D12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650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650B">
              <w:rPr>
                <w:rFonts w:ascii="Times New Roman" w:hAnsi="Times New Roman"/>
              </w:rPr>
              <w:t>217</w:t>
            </w:r>
            <w:r>
              <w:rPr>
                <w:rFonts w:ascii="Times New Roman" w:hAnsi="Times New Roman"/>
              </w:rPr>
              <w:t xml:space="preserve"> </w:t>
            </w:r>
            <w:r w:rsidRPr="00A7650B">
              <w:rPr>
                <w:rFonts w:ascii="Times New Roman" w:hAnsi="Times New Roman"/>
              </w:rPr>
              <w:t>400,00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825CD9" w:rsidRDefault="00614D12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650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650B">
              <w:rPr>
                <w:rFonts w:ascii="Times New Roman" w:hAnsi="Times New Roman"/>
              </w:rPr>
              <w:t>217</w:t>
            </w:r>
            <w:r>
              <w:rPr>
                <w:rFonts w:ascii="Times New Roman" w:hAnsi="Times New Roman"/>
              </w:rPr>
              <w:t xml:space="preserve"> </w:t>
            </w:r>
            <w:r w:rsidRPr="00A7650B">
              <w:rPr>
                <w:rFonts w:ascii="Times New Roman" w:hAnsi="Times New Roman"/>
              </w:rPr>
              <w:t>400,00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825CD9" w:rsidRDefault="00614D12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650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650B">
              <w:rPr>
                <w:rFonts w:ascii="Times New Roman" w:hAnsi="Times New Roman"/>
              </w:rPr>
              <w:t>217</w:t>
            </w:r>
            <w:r>
              <w:rPr>
                <w:rFonts w:ascii="Times New Roman" w:hAnsi="Times New Roman"/>
              </w:rPr>
              <w:t xml:space="preserve"> </w:t>
            </w:r>
            <w:r w:rsidRPr="00A7650B">
              <w:rPr>
                <w:rFonts w:ascii="Times New Roman" w:hAnsi="Times New Roman"/>
              </w:rPr>
              <w:t>400,00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825CD9" w:rsidRDefault="00614D12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650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650B">
              <w:rPr>
                <w:rFonts w:ascii="Times New Roman" w:hAnsi="Times New Roman"/>
              </w:rPr>
              <w:t>217</w:t>
            </w:r>
            <w:r>
              <w:rPr>
                <w:rFonts w:ascii="Times New Roman" w:hAnsi="Times New Roman"/>
              </w:rPr>
              <w:t xml:space="preserve"> </w:t>
            </w:r>
            <w:r w:rsidRPr="00A7650B">
              <w:rPr>
                <w:rFonts w:ascii="Times New Roman" w:hAnsi="Times New Roman"/>
              </w:rPr>
              <w:t>400,00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7B39AD" w:rsidRDefault="00614D12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7B39AD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 848 558,15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650B" w:rsidRDefault="00614D12" w:rsidP="00F470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4D12" w:rsidRPr="00A71895" w:rsidTr="005578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58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F470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F470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6560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 программы (комплексной программы) Спорткомитет ГГО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614D12" w:rsidRPr="00A71895" w:rsidRDefault="00614D12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614D12" w:rsidRPr="00A71895" w:rsidRDefault="00614D12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614D12" w:rsidRPr="00A71895" w:rsidRDefault="00614D12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614D12" w:rsidRPr="00A71895" w:rsidRDefault="00614D12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614D12" w:rsidRPr="00A71895" w:rsidRDefault="00614D12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614D12" w:rsidRPr="00A71895" w:rsidRDefault="00614D12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614D12" w:rsidRPr="00A71895" w:rsidRDefault="00614D12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614D12" w:rsidRPr="00A71895" w:rsidRDefault="00614D12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614D12" w:rsidRPr="00A71895" w:rsidRDefault="00614D12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614D12" w:rsidRPr="00A71895" w:rsidRDefault="00614D12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7B39AD" w:rsidRDefault="00614D12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4D12" w:rsidRPr="00A71895" w:rsidTr="005578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F47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A7189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"Ведение бухгалтерского учёта и составление отчётности учредителя и подведомственных учреждений физической культуры"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F470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всего, в том числе (при необходимости):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C85670" w:rsidRDefault="00614D12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C85670">
              <w:rPr>
                <w:rFonts w:ascii="Times New Roman" w:hAnsi="Times New Roman"/>
              </w:rPr>
              <w:t>492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C85670" w:rsidRDefault="00614D12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C85670">
              <w:rPr>
                <w:rFonts w:ascii="Times New Roman" w:hAnsi="Times New Roman"/>
              </w:rPr>
              <w:t>11 05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FF65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</w:rPr>
              <w:t>25410 00000 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3 630 000,00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3 534 000,00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3 434 000,00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3 434 000,00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3 434 000,00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3 434 000,00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3 434 000,00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3 434 000,00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27 768 000,00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666B98" w:rsidRDefault="00614D12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14D12" w:rsidRPr="00A71895" w:rsidTr="005578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60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F470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F470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A71895" w:rsidRDefault="00614D12" w:rsidP="006560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 программы (комплексной программы) Спорткомитет ГГО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666B98" w:rsidRDefault="00614D12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666B98" w:rsidRDefault="00614D12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</w:rPr>
              <w:t> </w:t>
            </w:r>
          </w:p>
          <w:p w:rsidR="00614D12" w:rsidRPr="00546DC0" w:rsidRDefault="00614D12" w:rsidP="00F470E5">
            <w:pPr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</w:rPr>
              <w:t> </w:t>
            </w:r>
          </w:p>
          <w:p w:rsidR="00614D12" w:rsidRPr="00546DC0" w:rsidRDefault="00614D12" w:rsidP="00F470E5">
            <w:pPr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</w:rPr>
              <w:t> </w:t>
            </w:r>
          </w:p>
          <w:p w:rsidR="00614D12" w:rsidRPr="00546DC0" w:rsidRDefault="00614D12" w:rsidP="00F470E5">
            <w:pPr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</w:rPr>
              <w:t> </w:t>
            </w:r>
          </w:p>
          <w:p w:rsidR="00614D12" w:rsidRPr="00546DC0" w:rsidRDefault="00614D12" w:rsidP="00F470E5">
            <w:pPr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</w:rPr>
              <w:t> </w:t>
            </w:r>
          </w:p>
          <w:p w:rsidR="00614D12" w:rsidRPr="00546DC0" w:rsidRDefault="00614D12" w:rsidP="00F470E5">
            <w:pPr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546DC0" w:rsidRDefault="00614D12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D12" w:rsidRPr="00666B98" w:rsidRDefault="00614D12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614D12" w:rsidRDefault="00614D12"/>
    <w:p w:rsidR="00614D12" w:rsidRDefault="00614D12" w:rsidP="00F64A40">
      <w:pPr>
        <w:contextualSpacing/>
        <w:jc w:val="right"/>
        <w:rPr>
          <w:rFonts w:ascii="Times New Roman" w:hAnsi="Times New Roman"/>
        </w:rPr>
      </w:pPr>
    </w:p>
    <w:p w:rsidR="00614D12" w:rsidRDefault="00614D12" w:rsidP="00F64A40">
      <w:pPr>
        <w:contextualSpacing/>
        <w:jc w:val="right"/>
        <w:rPr>
          <w:rFonts w:ascii="Times New Roman" w:hAnsi="Times New Roman"/>
        </w:rPr>
      </w:pPr>
    </w:p>
    <w:p w:rsidR="00614D12" w:rsidRDefault="00614D12" w:rsidP="00F64A40">
      <w:pPr>
        <w:contextualSpacing/>
        <w:jc w:val="right"/>
        <w:rPr>
          <w:rFonts w:ascii="Times New Roman" w:hAnsi="Times New Roman"/>
        </w:rPr>
      </w:pPr>
    </w:p>
    <w:p w:rsidR="00614D12" w:rsidRDefault="00614D12" w:rsidP="00F64A40">
      <w:pPr>
        <w:contextualSpacing/>
        <w:jc w:val="right"/>
        <w:rPr>
          <w:rFonts w:ascii="Times New Roman" w:hAnsi="Times New Roman"/>
        </w:rPr>
      </w:pPr>
    </w:p>
    <w:p w:rsidR="00614D12" w:rsidRDefault="00614D12" w:rsidP="00F64A40">
      <w:pPr>
        <w:contextualSpacing/>
        <w:jc w:val="right"/>
        <w:rPr>
          <w:rFonts w:ascii="Times New Roman" w:hAnsi="Times New Roman"/>
        </w:rPr>
      </w:pPr>
    </w:p>
    <w:p w:rsidR="00614D12" w:rsidRDefault="00614D12" w:rsidP="00F64A40">
      <w:pPr>
        <w:contextualSpacing/>
        <w:jc w:val="right"/>
        <w:rPr>
          <w:rFonts w:ascii="Times New Roman" w:hAnsi="Times New Roman"/>
        </w:rPr>
      </w:pPr>
    </w:p>
    <w:p w:rsidR="00614D12" w:rsidRDefault="00614D12" w:rsidP="00F64A40">
      <w:pPr>
        <w:contextualSpacing/>
        <w:jc w:val="right"/>
        <w:rPr>
          <w:rFonts w:ascii="Times New Roman" w:hAnsi="Times New Roman"/>
        </w:rPr>
      </w:pPr>
    </w:p>
    <w:p w:rsidR="00614D12" w:rsidRDefault="00614D12" w:rsidP="00F64A40">
      <w:pPr>
        <w:contextualSpacing/>
        <w:jc w:val="right"/>
        <w:rPr>
          <w:rFonts w:ascii="Times New Roman" w:hAnsi="Times New Roman"/>
        </w:rPr>
      </w:pPr>
    </w:p>
    <w:p w:rsidR="00614D12" w:rsidRDefault="00614D12" w:rsidP="00F64A40">
      <w:pPr>
        <w:contextualSpacing/>
        <w:jc w:val="right"/>
        <w:rPr>
          <w:rFonts w:ascii="Times New Roman" w:hAnsi="Times New Roman"/>
        </w:rPr>
      </w:pPr>
    </w:p>
    <w:p w:rsidR="00614D12" w:rsidRDefault="00614D12" w:rsidP="00F64A40">
      <w:pPr>
        <w:contextualSpacing/>
        <w:jc w:val="right"/>
        <w:rPr>
          <w:rFonts w:ascii="Times New Roman" w:hAnsi="Times New Roman"/>
        </w:rPr>
      </w:pPr>
    </w:p>
    <w:p w:rsidR="00614D12" w:rsidRDefault="00614D12" w:rsidP="00F64A40">
      <w:pPr>
        <w:contextualSpacing/>
        <w:jc w:val="right"/>
        <w:rPr>
          <w:rFonts w:ascii="Times New Roman" w:hAnsi="Times New Roman"/>
        </w:rPr>
      </w:pPr>
    </w:p>
    <w:p w:rsidR="00614D12" w:rsidRDefault="00614D12" w:rsidP="00F64A40">
      <w:pPr>
        <w:contextualSpacing/>
        <w:jc w:val="right"/>
        <w:rPr>
          <w:rFonts w:ascii="Times New Roman" w:hAnsi="Times New Roman"/>
        </w:rPr>
      </w:pPr>
    </w:p>
    <w:p w:rsidR="00614D12" w:rsidRDefault="00614D12" w:rsidP="00F64A40">
      <w:pPr>
        <w:contextualSpacing/>
        <w:jc w:val="right"/>
        <w:rPr>
          <w:rFonts w:ascii="Times New Roman" w:hAnsi="Times New Roman"/>
        </w:rPr>
      </w:pPr>
    </w:p>
    <w:p w:rsidR="00614D12" w:rsidRDefault="00614D12" w:rsidP="00F64A40">
      <w:pPr>
        <w:contextualSpacing/>
        <w:jc w:val="right"/>
        <w:rPr>
          <w:rFonts w:ascii="Times New Roman" w:hAnsi="Times New Roman"/>
        </w:rPr>
      </w:pPr>
    </w:p>
    <w:p w:rsidR="00614D12" w:rsidRDefault="00614D12" w:rsidP="00F64A40">
      <w:pPr>
        <w:contextualSpacing/>
        <w:jc w:val="right"/>
        <w:rPr>
          <w:rFonts w:ascii="Times New Roman" w:hAnsi="Times New Roman"/>
        </w:rPr>
      </w:pPr>
    </w:p>
    <w:p w:rsidR="00614D12" w:rsidRDefault="00614D12" w:rsidP="00F64A40">
      <w:pPr>
        <w:contextualSpacing/>
        <w:jc w:val="right"/>
        <w:rPr>
          <w:rFonts w:ascii="Times New Roman" w:hAnsi="Times New Roman"/>
        </w:rPr>
      </w:pPr>
    </w:p>
    <w:p w:rsidR="00614D12" w:rsidRDefault="00614D12" w:rsidP="00F64A40">
      <w:pPr>
        <w:contextualSpacing/>
        <w:jc w:val="right"/>
        <w:rPr>
          <w:rFonts w:ascii="Times New Roman" w:hAnsi="Times New Roman"/>
        </w:rPr>
      </w:pPr>
    </w:p>
    <w:p w:rsidR="00614D12" w:rsidRPr="007B39AD" w:rsidRDefault="00614D12" w:rsidP="007D746F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7B39AD">
        <w:rPr>
          <w:rFonts w:ascii="Times New Roman" w:hAnsi="Times New Roman"/>
          <w:sz w:val="24"/>
          <w:szCs w:val="24"/>
        </w:rPr>
        <w:t xml:space="preserve">Приложение №5.1 </w:t>
      </w:r>
    </w:p>
    <w:p w:rsidR="00614D12" w:rsidRPr="0059197D" w:rsidRDefault="00614D12" w:rsidP="007D74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к муниципальной программе</w:t>
      </w:r>
    </w:p>
    <w:p w:rsidR="00614D12" w:rsidRDefault="00614D12" w:rsidP="007D746F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«Развитие физической культуры и</w:t>
      </w:r>
    </w:p>
    <w:p w:rsidR="00614D12" w:rsidRDefault="00614D12" w:rsidP="00285444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 xml:space="preserve"> массового спорта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9197D">
        <w:rPr>
          <w:rFonts w:ascii="Times New Roman" w:hAnsi="Times New Roman"/>
          <w:color w:val="000000"/>
          <w:sz w:val="24"/>
          <w:szCs w:val="24"/>
        </w:rPr>
        <w:t>на территории</w:t>
      </w:r>
    </w:p>
    <w:p w:rsidR="00614D12" w:rsidRPr="0059197D" w:rsidRDefault="00614D12" w:rsidP="00285444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 xml:space="preserve"> Гайского городского округа»</w:t>
      </w:r>
    </w:p>
    <w:p w:rsidR="00614D12" w:rsidRDefault="00614D12" w:rsidP="00F64A40">
      <w:pPr>
        <w:jc w:val="center"/>
        <w:rPr>
          <w:rFonts w:ascii="Times New Roman" w:hAnsi="Times New Roman"/>
          <w:sz w:val="28"/>
          <w:szCs w:val="28"/>
        </w:rPr>
      </w:pPr>
    </w:p>
    <w:p w:rsidR="00614D12" w:rsidRPr="00B233CF" w:rsidRDefault="00614D12" w:rsidP="00F64A40">
      <w:pPr>
        <w:jc w:val="center"/>
        <w:rPr>
          <w:rFonts w:ascii="Times New Roman" w:hAnsi="Times New Roman"/>
          <w:sz w:val="28"/>
          <w:szCs w:val="28"/>
        </w:rPr>
      </w:pPr>
      <w:r w:rsidRPr="00B233CF">
        <w:rPr>
          <w:rFonts w:ascii="Times New Roman" w:hAnsi="Times New Roman"/>
          <w:sz w:val="28"/>
          <w:szCs w:val="28"/>
        </w:rPr>
        <w:t>Финансовое обеспечение муниципальной программы (комплексной программы) за счет средств федерального бюджета, областного бюджета, средств  и прогнозная оценка привлекаемых средств на реали</w:t>
      </w:r>
      <w:r>
        <w:rPr>
          <w:rFonts w:ascii="Times New Roman" w:hAnsi="Times New Roman"/>
          <w:sz w:val="28"/>
          <w:szCs w:val="28"/>
        </w:rPr>
        <w:t>зацию муниципальной программы</w:t>
      </w:r>
      <w:r w:rsidRPr="00B233C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</w:p>
    <w:p w:rsidR="00614D12" w:rsidRPr="00B233CF" w:rsidRDefault="00614D12" w:rsidP="00F64A40">
      <w:pPr>
        <w:pStyle w:val="ListParagraph"/>
        <w:spacing w:after="0"/>
        <w:jc w:val="center"/>
        <w:rPr>
          <w:rFonts w:ascii="Times New Roman" w:hAnsi="Times New Roman"/>
          <w:sz w:val="20"/>
          <w:szCs w:val="20"/>
        </w:rPr>
      </w:pPr>
      <w:r w:rsidRPr="00B233C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tbl>
      <w:tblPr>
        <w:tblW w:w="15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09"/>
        <w:gridCol w:w="3796"/>
        <w:gridCol w:w="1467"/>
        <w:gridCol w:w="1173"/>
        <w:gridCol w:w="1100"/>
        <w:gridCol w:w="1100"/>
        <w:gridCol w:w="770"/>
        <w:gridCol w:w="770"/>
        <w:gridCol w:w="770"/>
        <w:gridCol w:w="770"/>
        <w:gridCol w:w="770"/>
        <w:gridCol w:w="1497"/>
        <w:gridCol w:w="1100"/>
      </w:tblGrid>
      <w:tr w:rsidR="00614D12" w:rsidRPr="00A71895" w:rsidTr="00A2301E">
        <w:trPr>
          <w:trHeight w:val="240"/>
        </w:trPr>
        <w:tc>
          <w:tcPr>
            <w:tcW w:w="509" w:type="dxa"/>
            <w:vMerge w:val="restart"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796" w:type="dxa"/>
            <w:vMerge w:val="restart"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(комплексной программы), структурного элемента муниципальной программы (комплексной программы)</w:t>
            </w:r>
          </w:p>
        </w:tc>
        <w:tc>
          <w:tcPr>
            <w:tcW w:w="1467" w:type="dxa"/>
            <w:vMerge w:val="restart"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8720" w:type="dxa"/>
            <w:gridSpan w:val="9"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  <w:tc>
          <w:tcPr>
            <w:tcW w:w="1100" w:type="dxa"/>
            <w:vMerge w:val="restart"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Связь с комплексной программой</w:t>
            </w:r>
          </w:p>
        </w:tc>
      </w:tr>
      <w:tr w:rsidR="00614D12" w:rsidRPr="00A71895" w:rsidTr="00A2301E">
        <w:trPr>
          <w:trHeight w:val="383"/>
        </w:trPr>
        <w:tc>
          <w:tcPr>
            <w:tcW w:w="509" w:type="dxa"/>
            <w:vMerge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  <w:vAlign w:val="center"/>
          </w:tcPr>
          <w:p w:rsidR="00614D12" w:rsidRPr="00A71895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vMerge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00" w:type="dxa"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00" w:type="dxa"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770" w:type="dxa"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770" w:type="dxa"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770" w:type="dxa"/>
            <w:shd w:val="clear" w:color="auto" w:fill="FFFFFF"/>
          </w:tcPr>
          <w:p w:rsidR="00614D12" w:rsidRPr="00367877" w:rsidRDefault="00614D12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77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770" w:type="dxa"/>
            <w:shd w:val="clear" w:color="auto" w:fill="FFFFFF"/>
          </w:tcPr>
          <w:p w:rsidR="00614D12" w:rsidRPr="00367877" w:rsidRDefault="00614D12" w:rsidP="00F64A40">
            <w:pPr>
              <w:spacing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77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770" w:type="dxa"/>
            <w:shd w:val="clear" w:color="auto" w:fill="FFFFFF"/>
          </w:tcPr>
          <w:p w:rsidR="00614D12" w:rsidRPr="00367877" w:rsidRDefault="00614D12" w:rsidP="00367877">
            <w:pPr>
              <w:spacing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77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497" w:type="dxa"/>
            <w:shd w:val="clear" w:color="auto" w:fill="FFFFFF"/>
          </w:tcPr>
          <w:p w:rsidR="00614D12" w:rsidRPr="00367877" w:rsidRDefault="00614D12" w:rsidP="00F64A40">
            <w:pPr>
              <w:spacing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7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00" w:type="dxa"/>
            <w:vMerge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4D12" w:rsidRPr="00A71895" w:rsidTr="00A2301E">
        <w:tc>
          <w:tcPr>
            <w:tcW w:w="509" w:type="dxa"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6" w:type="dxa"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3" w:type="dxa"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0" w:type="dxa"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0" w:type="dxa"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0" w:type="dxa"/>
            <w:shd w:val="clear" w:color="auto" w:fill="FFFFFF"/>
          </w:tcPr>
          <w:p w:rsidR="00614D12" w:rsidRPr="00A71895" w:rsidRDefault="00614D12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70" w:type="dxa"/>
            <w:shd w:val="clear" w:color="auto" w:fill="FFFFFF"/>
          </w:tcPr>
          <w:p w:rsidR="00614D12" w:rsidRPr="00A71895" w:rsidRDefault="00614D12" w:rsidP="00367877">
            <w:pPr>
              <w:spacing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0" w:type="dxa"/>
            <w:shd w:val="clear" w:color="auto" w:fill="FFFFFF"/>
          </w:tcPr>
          <w:p w:rsidR="00614D12" w:rsidRPr="00A71895" w:rsidRDefault="00614D12" w:rsidP="00367877">
            <w:pPr>
              <w:spacing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97" w:type="dxa"/>
            <w:shd w:val="clear" w:color="auto" w:fill="FFFFFF"/>
          </w:tcPr>
          <w:p w:rsidR="00614D12" w:rsidRPr="00A71895" w:rsidRDefault="00614D12" w:rsidP="00F64A40">
            <w:pPr>
              <w:spacing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00" w:type="dxa"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14D12" w:rsidRPr="00A71895" w:rsidTr="00A2301E">
        <w:tc>
          <w:tcPr>
            <w:tcW w:w="509" w:type="dxa"/>
            <w:vMerge w:val="restart"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96" w:type="dxa"/>
            <w:vMerge w:val="restart"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Муниципальная программа (комплексная программа) «Развитие  физической культуры и массового спорта на территории Гайского городского округа»</w:t>
            </w:r>
          </w:p>
        </w:tc>
        <w:tc>
          <w:tcPr>
            <w:tcW w:w="1467" w:type="dxa"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73" w:type="dxa"/>
            <w:shd w:val="clear" w:color="auto" w:fill="FFFFFF"/>
          </w:tcPr>
          <w:p w:rsidR="00614D12" w:rsidRPr="007B39AD" w:rsidRDefault="00614D12" w:rsidP="007C73B2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63 738 621, 18</w:t>
            </w:r>
          </w:p>
        </w:tc>
        <w:tc>
          <w:tcPr>
            <w:tcW w:w="1100" w:type="dxa"/>
            <w:shd w:val="clear" w:color="auto" w:fill="FFFFFF"/>
          </w:tcPr>
          <w:p w:rsidR="00614D12" w:rsidRPr="007B39AD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 w:rsidRPr="007B39AD">
              <w:rPr>
                <w:rFonts w:ascii="Times New Roman" w:hAnsi="Times New Roman"/>
                <w:b/>
              </w:rPr>
              <w:t>53 037 482,00</w:t>
            </w:r>
          </w:p>
        </w:tc>
        <w:tc>
          <w:tcPr>
            <w:tcW w:w="1100" w:type="dxa"/>
            <w:shd w:val="clear" w:color="auto" w:fill="FFFFFF"/>
          </w:tcPr>
          <w:p w:rsidR="00614D12" w:rsidRPr="007B39AD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 w:rsidRPr="007B39AD">
              <w:rPr>
                <w:rFonts w:ascii="Times New Roman" w:hAnsi="Times New Roman"/>
                <w:b/>
              </w:rPr>
              <w:t>67 276 744,00</w:t>
            </w:r>
          </w:p>
        </w:tc>
        <w:tc>
          <w:tcPr>
            <w:tcW w:w="770" w:type="dxa"/>
            <w:shd w:val="clear" w:color="auto" w:fill="FFFFFF"/>
          </w:tcPr>
          <w:p w:rsidR="00614D12" w:rsidRPr="007B39AD" w:rsidRDefault="00614D12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7B39AD">
              <w:rPr>
                <w:rFonts w:ascii="Times New Roman" w:hAnsi="Times New Roman"/>
                <w:b/>
              </w:rPr>
              <w:t>46 224 144,00</w:t>
            </w:r>
          </w:p>
        </w:tc>
        <w:tc>
          <w:tcPr>
            <w:tcW w:w="770" w:type="dxa"/>
            <w:shd w:val="clear" w:color="auto" w:fill="FFFFFF"/>
          </w:tcPr>
          <w:p w:rsidR="00614D12" w:rsidRPr="007B39AD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7B39AD">
              <w:rPr>
                <w:rFonts w:ascii="Times New Roman" w:hAnsi="Times New Roman"/>
                <w:b/>
              </w:rPr>
              <w:t>46 224 144,00</w:t>
            </w:r>
          </w:p>
        </w:tc>
        <w:tc>
          <w:tcPr>
            <w:tcW w:w="770" w:type="dxa"/>
            <w:shd w:val="clear" w:color="auto" w:fill="FFFFFF"/>
          </w:tcPr>
          <w:p w:rsidR="00614D12" w:rsidRPr="007B39AD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7B39AD">
              <w:rPr>
                <w:rFonts w:ascii="Times New Roman" w:hAnsi="Times New Roman"/>
                <w:b/>
              </w:rPr>
              <w:t>46 224 144,00</w:t>
            </w:r>
          </w:p>
        </w:tc>
        <w:tc>
          <w:tcPr>
            <w:tcW w:w="770" w:type="dxa"/>
            <w:shd w:val="clear" w:color="auto" w:fill="FFFFFF"/>
          </w:tcPr>
          <w:p w:rsidR="00614D12" w:rsidRPr="007B39AD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7B39AD">
              <w:rPr>
                <w:rFonts w:ascii="Times New Roman" w:hAnsi="Times New Roman"/>
                <w:b/>
              </w:rPr>
              <w:t>46 224 144,00</w:t>
            </w:r>
          </w:p>
        </w:tc>
        <w:tc>
          <w:tcPr>
            <w:tcW w:w="770" w:type="dxa"/>
            <w:shd w:val="clear" w:color="auto" w:fill="FFFFFF"/>
          </w:tcPr>
          <w:p w:rsidR="00614D12" w:rsidRPr="007B39AD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7B39AD">
              <w:rPr>
                <w:rFonts w:ascii="Times New Roman" w:hAnsi="Times New Roman"/>
                <w:b/>
              </w:rPr>
              <w:t>46 224 144,00</w:t>
            </w:r>
          </w:p>
        </w:tc>
        <w:tc>
          <w:tcPr>
            <w:tcW w:w="1497" w:type="dxa"/>
            <w:shd w:val="clear" w:color="auto" w:fill="FFFFFF"/>
          </w:tcPr>
          <w:p w:rsidR="00614D12" w:rsidRPr="007B39AD" w:rsidRDefault="00614D12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7B39AD">
              <w:rPr>
                <w:rFonts w:ascii="Times New Roman" w:hAnsi="Times New Roman"/>
                <w:b/>
              </w:rPr>
              <w:t>415 190 996,00</w:t>
            </w:r>
          </w:p>
        </w:tc>
        <w:tc>
          <w:tcPr>
            <w:tcW w:w="1100" w:type="dxa"/>
            <w:shd w:val="clear" w:color="auto" w:fill="FFFFFF"/>
          </w:tcPr>
          <w:p w:rsidR="00614D12" w:rsidRPr="00F66710" w:rsidRDefault="00614D12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614D12" w:rsidRPr="00A71895" w:rsidTr="00A2301E">
        <w:tc>
          <w:tcPr>
            <w:tcW w:w="509" w:type="dxa"/>
            <w:vMerge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3" w:type="dxa"/>
            <w:shd w:val="clear" w:color="auto" w:fill="FFFFFF"/>
          </w:tcPr>
          <w:p w:rsidR="00614D12" w:rsidRPr="007B39AD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9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7B39AD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9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7B39AD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9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7B39AD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9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7B39AD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9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7B39AD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9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7B39AD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9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7B39AD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9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614D12" w:rsidRPr="007B39AD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9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367877" w:rsidRDefault="00614D12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4D12" w:rsidRPr="00A71895" w:rsidTr="00A2301E">
        <w:tc>
          <w:tcPr>
            <w:tcW w:w="509" w:type="dxa"/>
            <w:vMerge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73" w:type="dxa"/>
            <w:shd w:val="clear" w:color="auto" w:fill="FFFFFF"/>
          </w:tcPr>
          <w:p w:rsidR="00614D12" w:rsidRPr="007B39AD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 w:rsidRPr="007B39AD">
              <w:rPr>
                <w:rFonts w:ascii="Times New Roman" w:hAnsi="Times New Roman"/>
              </w:rPr>
              <w:t>1 161 200, 00</w:t>
            </w:r>
          </w:p>
        </w:tc>
        <w:tc>
          <w:tcPr>
            <w:tcW w:w="1100" w:type="dxa"/>
            <w:shd w:val="clear" w:color="auto" w:fill="FFFFFF"/>
          </w:tcPr>
          <w:p w:rsidR="00614D12" w:rsidRPr="007B39AD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 w:rsidRPr="007B39AD">
              <w:rPr>
                <w:rFonts w:ascii="Times New Roman" w:hAnsi="Times New Roman"/>
              </w:rPr>
              <w:t>8 000 000, 00</w:t>
            </w:r>
          </w:p>
        </w:tc>
        <w:tc>
          <w:tcPr>
            <w:tcW w:w="1100" w:type="dxa"/>
            <w:shd w:val="clear" w:color="auto" w:fill="FFFFFF"/>
          </w:tcPr>
          <w:p w:rsidR="00614D12" w:rsidRPr="007B39AD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 w:rsidRPr="007B39AD">
              <w:rPr>
                <w:rFonts w:ascii="Times New Roman" w:hAnsi="Times New Roman"/>
              </w:rPr>
              <w:t>20 000 000, 00</w:t>
            </w:r>
          </w:p>
        </w:tc>
        <w:tc>
          <w:tcPr>
            <w:tcW w:w="770" w:type="dxa"/>
            <w:shd w:val="clear" w:color="auto" w:fill="FFFFFF"/>
          </w:tcPr>
          <w:p w:rsidR="00614D12" w:rsidRPr="007B39AD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9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7B39AD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9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7B39AD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9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7B39AD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9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7B39AD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9A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614D12" w:rsidRPr="007B39AD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9AD">
              <w:rPr>
                <w:rFonts w:ascii="Times New Roman" w:hAnsi="Times New Roman"/>
                <w:sz w:val="24"/>
                <w:szCs w:val="24"/>
              </w:rPr>
              <w:t>29 161 200,00</w:t>
            </w:r>
          </w:p>
        </w:tc>
        <w:tc>
          <w:tcPr>
            <w:tcW w:w="1100" w:type="dxa"/>
            <w:shd w:val="clear" w:color="auto" w:fill="FFFFFF"/>
          </w:tcPr>
          <w:p w:rsidR="00614D12" w:rsidRPr="00367877" w:rsidRDefault="00614D12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4D12" w:rsidRPr="00A71895" w:rsidTr="00A2301E">
        <w:tc>
          <w:tcPr>
            <w:tcW w:w="509" w:type="dxa"/>
            <w:vMerge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614D12" w:rsidRPr="00A71895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73" w:type="dxa"/>
            <w:shd w:val="clear" w:color="auto" w:fill="FFFFFF"/>
          </w:tcPr>
          <w:p w:rsidR="00614D12" w:rsidRPr="007B39AD" w:rsidRDefault="00614D12" w:rsidP="00013D13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 w:rsidRPr="007B39AD">
              <w:rPr>
                <w:rFonts w:ascii="Times New Roman" w:hAnsi="Times New Roman"/>
              </w:rPr>
              <w:t> 62 594 850,00</w:t>
            </w:r>
          </w:p>
        </w:tc>
        <w:tc>
          <w:tcPr>
            <w:tcW w:w="1100" w:type="dxa"/>
            <w:shd w:val="clear" w:color="auto" w:fill="FFFFFF"/>
          </w:tcPr>
          <w:p w:rsidR="00614D12" w:rsidRPr="007B39AD" w:rsidRDefault="00614D12" w:rsidP="00013D13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 w:rsidRPr="007B39AD">
              <w:rPr>
                <w:rFonts w:ascii="Times New Roman" w:hAnsi="Times New Roman"/>
              </w:rPr>
              <w:t>45 037 482,00</w:t>
            </w:r>
          </w:p>
        </w:tc>
        <w:tc>
          <w:tcPr>
            <w:tcW w:w="1100" w:type="dxa"/>
            <w:shd w:val="clear" w:color="auto" w:fill="FFFFFF"/>
          </w:tcPr>
          <w:p w:rsidR="00614D12" w:rsidRPr="007B39AD" w:rsidRDefault="00614D12" w:rsidP="00013D13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 w:rsidRPr="007B39AD">
              <w:rPr>
                <w:rFonts w:ascii="Times New Roman" w:hAnsi="Times New Roman"/>
              </w:rPr>
              <w:t>47 276 744,00</w:t>
            </w:r>
          </w:p>
        </w:tc>
        <w:tc>
          <w:tcPr>
            <w:tcW w:w="770" w:type="dxa"/>
            <w:shd w:val="clear" w:color="auto" w:fill="FFFFFF"/>
          </w:tcPr>
          <w:p w:rsidR="00614D12" w:rsidRPr="007B39AD" w:rsidRDefault="00614D12" w:rsidP="008C7790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7B39AD">
              <w:rPr>
                <w:rFonts w:ascii="Times New Roman" w:hAnsi="Times New Roman"/>
              </w:rPr>
              <w:t>46 224 144,00</w:t>
            </w:r>
          </w:p>
        </w:tc>
        <w:tc>
          <w:tcPr>
            <w:tcW w:w="770" w:type="dxa"/>
            <w:shd w:val="clear" w:color="auto" w:fill="FFFFFF"/>
          </w:tcPr>
          <w:p w:rsidR="00614D12" w:rsidRPr="007B39AD" w:rsidRDefault="00614D12" w:rsidP="008C7790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7B39AD">
              <w:rPr>
                <w:rFonts w:ascii="Times New Roman" w:hAnsi="Times New Roman"/>
              </w:rPr>
              <w:t>46 224 144,00</w:t>
            </w:r>
          </w:p>
        </w:tc>
        <w:tc>
          <w:tcPr>
            <w:tcW w:w="770" w:type="dxa"/>
            <w:shd w:val="clear" w:color="auto" w:fill="FFFFFF"/>
          </w:tcPr>
          <w:p w:rsidR="00614D12" w:rsidRPr="007B39AD" w:rsidRDefault="00614D12" w:rsidP="008C7790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7B39AD">
              <w:rPr>
                <w:rFonts w:ascii="Times New Roman" w:hAnsi="Times New Roman"/>
              </w:rPr>
              <w:t>46 224 144,00</w:t>
            </w:r>
          </w:p>
        </w:tc>
        <w:tc>
          <w:tcPr>
            <w:tcW w:w="770" w:type="dxa"/>
            <w:shd w:val="clear" w:color="auto" w:fill="FFFFFF"/>
          </w:tcPr>
          <w:p w:rsidR="00614D12" w:rsidRPr="007B39AD" w:rsidRDefault="00614D12" w:rsidP="008C7790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7B39AD">
              <w:rPr>
                <w:rFonts w:ascii="Times New Roman" w:hAnsi="Times New Roman"/>
              </w:rPr>
              <w:t>46 224 144,00</w:t>
            </w:r>
          </w:p>
        </w:tc>
        <w:tc>
          <w:tcPr>
            <w:tcW w:w="770" w:type="dxa"/>
            <w:shd w:val="clear" w:color="auto" w:fill="FFFFFF"/>
          </w:tcPr>
          <w:p w:rsidR="00614D12" w:rsidRPr="007B39AD" w:rsidRDefault="00614D12" w:rsidP="008C7790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7B39AD">
              <w:rPr>
                <w:rFonts w:ascii="Times New Roman" w:hAnsi="Times New Roman"/>
              </w:rPr>
              <w:t>46 224 144,00</w:t>
            </w:r>
          </w:p>
        </w:tc>
        <w:tc>
          <w:tcPr>
            <w:tcW w:w="1497" w:type="dxa"/>
            <w:shd w:val="clear" w:color="auto" w:fill="FFFFFF"/>
          </w:tcPr>
          <w:p w:rsidR="00614D12" w:rsidRPr="007B39AD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7B39AD">
              <w:rPr>
                <w:rFonts w:ascii="Times New Roman" w:hAnsi="Times New Roman"/>
              </w:rPr>
              <w:t>386 029 796,00</w:t>
            </w:r>
          </w:p>
          <w:p w:rsidR="00614D12" w:rsidRPr="007B39AD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shd w:val="clear" w:color="auto" w:fill="FFFFFF"/>
          </w:tcPr>
          <w:p w:rsidR="00614D12" w:rsidRPr="00367877" w:rsidRDefault="00614D12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4D12" w:rsidRPr="00A71895" w:rsidTr="00A2301E">
        <w:trPr>
          <w:trHeight w:val="636"/>
        </w:trPr>
        <w:tc>
          <w:tcPr>
            <w:tcW w:w="509" w:type="dxa"/>
            <w:vMerge w:val="restart"/>
            <w:shd w:val="clear" w:color="auto" w:fill="FFFFFF"/>
          </w:tcPr>
          <w:p w:rsidR="00614D12" w:rsidRPr="00A71895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96" w:type="dxa"/>
            <w:vMerge w:val="restart"/>
            <w:shd w:val="clear" w:color="auto" w:fill="FFFFFF"/>
          </w:tcPr>
          <w:p w:rsidR="00614D12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Региональный проект «</w:t>
            </w:r>
            <w:r>
              <w:rPr>
                <w:rFonts w:ascii="Times New Roman" w:hAnsi="Times New Roman"/>
                <w:sz w:val="24"/>
                <w:szCs w:val="24"/>
              </w:rPr>
              <w:t>Спорт – норма жизни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14D12" w:rsidRPr="00A71895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614D12" w:rsidRPr="00A71895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73" w:type="dxa"/>
            <w:shd w:val="clear" w:color="auto" w:fill="FFFFFF"/>
          </w:tcPr>
          <w:p w:rsidR="00614D12" w:rsidRPr="007B39AD" w:rsidRDefault="00614D12" w:rsidP="00013D13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 w:rsidRPr="007B39AD">
              <w:rPr>
                <w:rFonts w:ascii="Times New Roman" w:hAnsi="Times New Roman"/>
                <w:b/>
              </w:rPr>
              <w:t>1 222 316, 00</w:t>
            </w:r>
          </w:p>
        </w:tc>
        <w:tc>
          <w:tcPr>
            <w:tcW w:w="1100" w:type="dxa"/>
            <w:shd w:val="clear" w:color="auto" w:fill="FFFFFF"/>
          </w:tcPr>
          <w:p w:rsidR="00614D12" w:rsidRPr="007B39AD" w:rsidRDefault="00614D12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7B39AD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7B39AD" w:rsidRDefault="00614D12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7B39AD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7B39AD" w:rsidRDefault="00614D12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7B39AD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7B39AD" w:rsidRDefault="00614D12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7B39AD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7B39AD" w:rsidRDefault="00614D12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7B39AD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7B39AD" w:rsidRDefault="00614D12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7B39AD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7B39AD" w:rsidRDefault="00614D12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7B39AD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614D12" w:rsidRPr="007B39AD" w:rsidRDefault="00614D12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7B39AD">
              <w:rPr>
                <w:rFonts w:ascii="Times New Roman" w:hAnsi="Times New Roman"/>
                <w:b/>
              </w:rPr>
              <w:t>1 222 316,00</w:t>
            </w:r>
          </w:p>
        </w:tc>
        <w:tc>
          <w:tcPr>
            <w:tcW w:w="1100" w:type="dxa"/>
            <w:shd w:val="clear" w:color="auto" w:fill="FFFFFF"/>
          </w:tcPr>
          <w:p w:rsidR="00614D12" w:rsidRPr="00367877" w:rsidRDefault="00614D12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4D12" w:rsidRPr="00074997" w:rsidTr="00A2301E">
        <w:trPr>
          <w:trHeight w:val="480"/>
        </w:trPr>
        <w:tc>
          <w:tcPr>
            <w:tcW w:w="509" w:type="dxa"/>
            <w:vMerge/>
            <w:shd w:val="clear" w:color="auto" w:fill="FFFFFF"/>
          </w:tcPr>
          <w:p w:rsidR="00614D12" w:rsidRPr="00A71895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614D12" w:rsidRPr="00A71895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614D12" w:rsidRPr="00A71895" w:rsidRDefault="00614D12" w:rsidP="00C0130E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3" w:type="dxa"/>
            <w:shd w:val="clear" w:color="auto" w:fill="FFFFFF"/>
          </w:tcPr>
          <w:p w:rsidR="00614D12" w:rsidRPr="00074997" w:rsidRDefault="00614D12" w:rsidP="00367877">
            <w:pPr>
              <w:spacing w:after="100" w:afterAutospacing="1"/>
              <w:jc w:val="center"/>
              <w:rPr>
                <w:rFonts w:ascii="Times New Roman" w:hAnsi="Times New Roman"/>
              </w:rPr>
            </w:pPr>
            <w:r w:rsidRPr="00074997">
              <w:rPr>
                <w:rFonts w:ascii="Times New Roman" w:hAnsi="Times New Roman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074997" w:rsidRDefault="00614D12" w:rsidP="00367877">
            <w:pPr>
              <w:spacing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074997" w:rsidRDefault="00614D12" w:rsidP="00367877">
            <w:pPr>
              <w:spacing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F450EF" w:rsidRDefault="00614D12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F450EF" w:rsidRDefault="00614D12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F450EF" w:rsidRDefault="00614D12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F450EF" w:rsidRDefault="00614D12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F450EF" w:rsidRDefault="00614D12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614D12" w:rsidRPr="00F450EF" w:rsidRDefault="00614D12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074997" w:rsidRDefault="00614D12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4D12" w:rsidRPr="00074997" w:rsidTr="00A2301E">
        <w:trPr>
          <w:trHeight w:val="656"/>
        </w:trPr>
        <w:tc>
          <w:tcPr>
            <w:tcW w:w="509" w:type="dxa"/>
            <w:vMerge/>
            <w:shd w:val="clear" w:color="auto" w:fill="FFFFFF"/>
          </w:tcPr>
          <w:p w:rsidR="00614D12" w:rsidRPr="00A71895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614D12" w:rsidRPr="00A71895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614D12" w:rsidRPr="00A71895" w:rsidRDefault="00614D12" w:rsidP="00C0130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73" w:type="dxa"/>
            <w:shd w:val="clear" w:color="auto" w:fill="FFFFFF"/>
          </w:tcPr>
          <w:p w:rsidR="00614D12" w:rsidRPr="00074997" w:rsidRDefault="00614D12" w:rsidP="00013D13">
            <w:pPr>
              <w:spacing w:after="100" w:afterAutospacing="1"/>
              <w:jc w:val="right"/>
              <w:rPr>
                <w:rFonts w:ascii="Times New Roman" w:hAnsi="Times New Roman"/>
              </w:rPr>
            </w:pPr>
            <w:r w:rsidRPr="00074997">
              <w:rPr>
                <w:rFonts w:ascii="Times New Roman" w:hAnsi="Times New Roman"/>
              </w:rPr>
              <w:t>1 161 200,</w:t>
            </w:r>
            <w:r>
              <w:rPr>
                <w:rFonts w:ascii="Times New Roman" w:hAnsi="Times New Roman"/>
              </w:rPr>
              <w:t xml:space="preserve"> </w:t>
            </w:r>
            <w:r w:rsidRPr="00074997">
              <w:rPr>
                <w:rFonts w:ascii="Times New Roman" w:hAnsi="Times New Roman"/>
              </w:rPr>
              <w:t>00</w:t>
            </w:r>
          </w:p>
        </w:tc>
        <w:tc>
          <w:tcPr>
            <w:tcW w:w="1100" w:type="dxa"/>
            <w:shd w:val="clear" w:color="auto" w:fill="FFFFFF"/>
          </w:tcPr>
          <w:p w:rsidR="00614D12" w:rsidRPr="00074997" w:rsidRDefault="00614D12" w:rsidP="00367877">
            <w:pPr>
              <w:spacing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074997" w:rsidRDefault="00614D12" w:rsidP="00367877">
            <w:pPr>
              <w:spacing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F450EF" w:rsidRDefault="00614D12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F450EF" w:rsidRDefault="00614D12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F450EF" w:rsidRDefault="00614D12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F450EF" w:rsidRDefault="00614D12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F450EF" w:rsidRDefault="00614D12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614D12" w:rsidRPr="00F450EF" w:rsidRDefault="00614D12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1 161 200,00</w:t>
            </w:r>
          </w:p>
        </w:tc>
        <w:tc>
          <w:tcPr>
            <w:tcW w:w="1100" w:type="dxa"/>
            <w:vMerge w:val="restart"/>
            <w:shd w:val="clear" w:color="auto" w:fill="FFFFFF"/>
          </w:tcPr>
          <w:p w:rsidR="00614D12" w:rsidRPr="00074997" w:rsidRDefault="00614D12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4D12" w:rsidRPr="00A71895" w:rsidTr="00A2301E">
        <w:trPr>
          <w:trHeight w:val="571"/>
        </w:trPr>
        <w:tc>
          <w:tcPr>
            <w:tcW w:w="509" w:type="dxa"/>
            <w:vMerge/>
            <w:shd w:val="clear" w:color="auto" w:fill="FFFFFF"/>
          </w:tcPr>
          <w:p w:rsidR="00614D12" w:rsidRPr="00A71895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614D12" w:rsidRPr="00A71895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614D12" w:rsidRPr="000752D0" w:rsidRDefault="00614D12" w:rsidP="007C59DC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0752D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73" w:type="dxa"/>
            <w:shd w:val="clear" w:color="auto" w:fill="FFFFFF"/>
          </w:tcPr>
          <w:p w:rsidR="00614D12" w:rsidRPr="00074997" w:rsidRDefault="00614D12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61 116,00</w:t>
            </w:r>
          </w:p>
        </w:tc>
        <w:tc>
          <w:tcPr>
            <w:tcW w:w="1100" w:type="dxa"/>
            <w:shd w:val="clear" w:color="auto" w:fill="FFFFFF"/>
          </w:tcPr>
          <w:p w:rsidR="00614D12" w:rsidRPr="00074997" w:rsidRDefault="00614D12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074997">
              <w:rPr>
                <w:rFonts w:ascii="Times New Roman" w:hAnsi="Times New Roman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074997" w:rsidRDefault="00614D12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074997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074997" w:rsidRDefault="00614D12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074997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074997" w:rsidRDefault="00614D12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074997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074997" w:rsidRDefault="00614D12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074997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074997" w:rsidRDefault="00614D12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074997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074997" w:rsidRDefault="00614D12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074997">
              <w:rPr>
                <w:rFonts w:ascii="Times New Roman" w:hAnsi="Times New Roman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614D12" w:rsidRPr="00074997" w:rsidRDefault="00614D12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61 116,00</w:t>
            </w:r>
          </w:p>
        </w:tc>
        <w:tc>
          <w:tcPr>
            <w:tcW w:w="1100" w:type="dxa"/>
            <w:vMerge/>
            <w:shd w:val="clear" w:color="auto" w:fill="FFFFFF"/>
          </w:tcPr>
          <w:p w:rsidR="00614D12" w:rsidRPr="00367877" w:rsidRDefault="00614D12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4D12" w:rsidRPr="00546DC0" w:rsidTr="00A2301E">
        <w:tc>
          <w:tcPr>
            <w:tcW w:w="509" w:type="dxa"/>
            <w:vMerge w:val="restart"/>
            <w:shd w:val="clear" w:color="auto" w:fill="FFFFFF"/>
          </w:tcPr>
          <w:p w:rsidR="00614D12" w:rsidRPr="00546DC0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796" w:type="dxa"/>
            <w:vMerge w:val="restart"/>
            <w:shd w:val="clear" w:color="auto" w:fill="FFFFFF"/>
          </w:tcPr>
          <w:p w:rsidR="00614D12" w:rsidRPr="00546DC0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"Организация и проведение  физкультурных мероприятий и массовых спортивных мероприятий, участие команд в соревнованиях различного уровня в соответствии с календарным планом"</w:t>
            </w:r>
          </w:p>
        </w:tc>
        <w:tc>
          <w:tcPr>
            <w:tcW w:w="1467" w:type="dxa"/>
            <w:shd w:val="clear" w:color="auto" w:fill="FFFFFF"/>
          </w:tcPr>
          <w:p w:rsidR="00614D12" w:rsidRPr="00546DC0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73" w:type="dxa"/>
            <w:shd w:val="clear" w:color="auto" w:fill="FFFFFF"/>
          </w:tcPr>
          <w:p w:rsidR="00614D12" w:rsidRPr="00546DC0" w:rsidRDefault="00614D12" w:rsidP="00B949B1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991 347,03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455 347,37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614D12" w:rsidRPr="00546DC0" w:rsidRDefault="00614D12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1 446 694,40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4D12" w:rsidRPr="00546DC0" w:rsidTr="00A2301E">
        <w:tc>
          <w:tcPr>
            <w:tcW w:w="509" w:type="dxa"/>
            <w:vMerge/>
            <w:shd w:val="clear" w:color="auto" w:fill="FFFFFF"/>
          </w:tcPr>
          <w:p w:rsidR="00614D12" w:rsidRPr="00546DC0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614D12" w:rsidRPr="00546DC0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614D12" w:rsidRPr="00546DC0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3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4D12" w:rsidRPr="00546DC0" w:rsidTr="00A2301E">
        <w:tc>
          <w:tcPr>
            <w:tcW w:w="509" w:type="dxa"/>
            <w:vMerge/>
            <w:shd w:val="clear" w:color="auto" w:fill="FFFFFF"/>
          </w:tcPr>
          <w:p w:rsidR="00614D12" w:rsidRPr="00546DC0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614D12" w:rsidRPr="00546DC0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614D12" w:rsidRPr="00546DC0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73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4D12" w:rsidRPr="00546DC0" w:rsidTr="00A2301E">
        <w:tc>
          <w:tcPr>
            <w:tcW w:w="509" w:type="dxa"/>
            <w:vMerge/>
            <w:shd w:val="clear" w:color="auto" w:fill="FFFFFF"/>
          </w:tcPr>
          <w:p w:rsidR="00614D12" w:rsidRPr="00546DC0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614D12" w:rsidRPr="00546DC0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614D12" w:rsidRPr="00546DC0" w:rsidRDefault="00614D12" w:rsidP="00F64A40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73" w:type="dxa"/>
            <w:shd w:val="clear" w:color="auto" w:fill="FFFFFF"/>
          </w:tcPr>
          <w:p w:rsidR="00614D12" w:rsidRPr="00546DC0" w:rsidRDefault="00614D12" w:rsidP="0083254B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991 347,03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455 347,37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1 446 694,40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4D12" w:rsidRPr="00546DC0" w:rsidTr="00A2301E">
        <w:trPr>
          <w:trHeight w:val="612"/>
        </w:trPr>
        <w:tc>
          <w:tcPr>
            <w:tcW w:w="509" w:type="dxa"/>
            <w:vMerge w:val="restart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96" w:type="dxa"/>
            <w:vMerge w:val="restart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"Организация и проведение  физкультурных мероприятий и массовых спортивных мероприятий, участие команд в соревнованиях различного уровня в соответствии с календарным планом"</w:t>
            </w:r>
          </w:p>
        </w:tc>
        <w:tc>
          <w:tcPr>
            <w:tcW w:w="1467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73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6D57C2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0, 00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83254B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21 052 600,00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21 052 600,00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</w:rPr>
            </w:pPr>
          </w:p>
        </w:tc>
      </w:tr>
      <w:tr w:rsidR="00614D12" w:rsidRPr="00546DC0" w:rsidTr="00A2301E">
        <w:trPr>
          <w:trHeight w:val="465"/>
        </w:trPr>
        <w:tc>
          <w:tcPr>
            <w:tcW w:w="509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3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</w:rPr>
            </w:pPr>
          </w:p>
        </w:tc>
      </w:tr>
      <w:tr w:rsidR="00614D12" w:rsidRPr="00546DC0" w:rsidTr="00A2301E">
        <w:trPr>
          <w:trHeight w:val="504"/>
        </w:trPr>
        <w:tc>
          <w:tcPr>
            <w:tcW w:w="509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73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6D57C2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0, 00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20 000 000, 00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20 000 000,00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</w:rPr>
            </w:pPr>
          </w:p>
        </w:tc>
      </w:tr>
      <w:tr w:rsidR="00614D12" w:rsidRPr="00546DC0" w:rsidTr="00A2301E">
        <w:trPr>
          <w:trHeight w:val="329"/>
        </w:trPr>
        <w:tc>
          <w:tcPr>
            <w:tcW w:w="509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73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6D57C2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1 052 600, 00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1 052 600,00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</w:rPr>
            </w:pPr>
          </w:p>
        </w:tc>
      </w:tr>
      <w:tr w:rsidR="00614D12" w:rsidRPr="00546DC0" w:rsidTr="00A2301E">
        <w:tc>
          <w:tcPr>
            <w:tcW w:w="509" w:type="dxa"/>
            <w:vMerge w:val="restart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796" w:type="dxa"/>
            <w:vMerge w:val="restart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 "Обеспечение условий для доступа к объектам спорта на территории муниципального образования Гайский городской округ»</w:t>
            </w:r>
          </w:p>
        </w:tc>
        <w:tc>
          <w:tcPr>
            <w:tcW w:w="1467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73" w:type="dxa"/>
            <w:shd w:val="clear" w:color="auto" w:fill="FFFFFF"/>
          </w:tcPr>
          <w:p w:rsidR="00614D12" w:rsidRPr="00546DC0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37 551 800,00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31 420 534, 63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24 298 944,00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24 298 944,00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24 298 944,00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24 298 944,00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24 298 944,00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24 298 944,00</w:t>
            </w:r>
          </w:p>
        </w:tc>
        <w:tc>
          <w:tcPr>
            <w:tcW w:w="1497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214 765 998,63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</w:rPr>
            </w:pPr>
          </w:p>
        </w:tc>
      </w:tr>
      <w:tr w:rsidR="00614D12" w:rsidRPr="00546DC0" w:rsidTr="00A2301E">
        <w:tc>
          <w:tcPr>
            <w:tcW w:w="509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3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4D12" w:rsidRPr="00546DC0" w:rsidTr="00A2301E">
        <w:tc>
          <w:tcPr>
            <w:tcW w:w="509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73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8 000 000, 00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8 000 000,00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4D12" w:rsidRPr="00546DC0" w:rsidTr="00A2301E">
        <w:tc>
          <w:tcPr>
            <w:tcW w:w="509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73" w:type="dxa"/>
            <w:shd w:val="clear" w:color="auto" w:fill="FFFFFF"/>
          </w:tcPr>
          <w:p w:rsidR="00614D12" w:rsidRPr="00546DC0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37 551 800,00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23 420 534,63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24 298 944,00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24 298 944,00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24 298 944,00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24 298 944,00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24 298 944,00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24 298 944,00</w:t>
            </w:r>
          </w:p>
        </w:tc>
        <w:tc>
          <w:tcPr>
            <w:tcW w:w="1497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206 765 998,63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4D12" w:rsidRPr="00546DC0" w:rsidTr="00A2301E">
        <w:tc>
          <w:tcPr>
            <w:tcW w:w="509" w:type="dxa"/>
            <w:vMerge w:val="restart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796" w:type="dxa"/>
            <w:vMerge w:val="restart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"Обеспечение условий для развития физической культуры и спорта в учреждениях спортивной подготовки"</w:t>
            </w:r>
          </w:p>
        </w:tc>
        <w:tc>
          <w:tcPr>
            <w:tcW w:w="1467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73" w:type="dxa"/>
            <w:shd w:val="clear" w:color="auto" w:fill="FFFFFF"/>
          </w:tcPr>
          <w:p w:rsidR="00614D12" w:rsidRPr="00546DC0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19 016 400,00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16 410 200,00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17 273 800,00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17 273 800,00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17 273 800,00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17 273 800,00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17 273 800,00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17 273 800,00</w:t>
            </w:r>
          </w:p>
        </w:tc>
        <w:tc>
          <w:tcPr>
            <w:tcW w:w="1497" w:type="dxa"/>
            <w:shd w:val="clear" w:color="auto" w:fill="FFFFFF"/>
          </w:tcPr>
          <w:p w:rsidR="00614D12" w:rsidRPr="00546DC0" w:rsidRDefault="00614D12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46DC0">
              <w:rPr>
                <w:rFonts w:ascii="Times New Roman" w:hAnsi="Times New Roman"/>
                <w:b/>
              </w:rPr>
              <w:t>139 069 400,00</w:t>
            </w:r>
          </w:p>
          <w:p w:rsidR="00614D12" w:rsidRPr="00546DC0" w:rsidRDefault="00614D12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4D12" w:rsidRPr="00546DC0" w:rsidTr="00A2301E">
        <w:tc>
          <w:tcPr>
            <w:tcW w:w="509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3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4D12" w:rsidRPr="00546DC0" w:rsidTr="00A2301E">
        <w:tc>
          <w:tcPr>
            <w:tcW w:w="509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73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4D12" w:rsidRPr="00546DC0" w:rsidTr="00A2301E">
        <w:tc>
          <w:tcPr>
            <w:tcW w:w="509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73" w:type="dxa"/>
            <w:shd w:val="clear" w:color="auto" w:fill="FFFFFF"/>
          </w:tcPr>
          <w:p w:rsidR="00614D12" w:rsidRPr="00546DC0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19 016 400,00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16 410 200,00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17 273 800,00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17 273 800,00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17 273 800,00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17 273 800,00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17 273 800,00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17 273 800,00</w:t>
            </w:r>
          </w:p>
        </w:tc>
        <w:tc>
          <w:tcPr>
            <w:tcW w:w="1497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139 069 400,00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4D12" w:rsidRPr="00546DC0" w:rsidTr="00A2301E">
        <w:tc>
          <w:tcPr>
            <w:tcW w:w="509" w:type="dxa"/>
            <w:vMerge w:val="restart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796" w:type="dxa"/>
            <w:vMerge w:val="restart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"Обеспечение выполнения муниципальной политики, обеспечивающей развитие системы физической культуры и массового спорта в городском округе"</w:t>
            </w:r>
          </w:p>
        </w:tc>
        <w:tc>
          <w:tcPr>
            <w:tcW w:w="1467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73" w:type="dxa"/>
            <w:shd w:val="clear" w:color="auto" w:fill="FFFFFF"/>
          </w:tcPr>
          <w:p w:rsidR="00614D12" w:rsidRPr="00546DC0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b/>
                <w:sz w:val="24"/>
                <w:szCs w:val="24"/>
              </w:rPr>
              <w:t xml:space="preserve">1 326 758, 15 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b/>
                <w:sz w:val="24"/>
                <w:szCs w:val="24"/>
              </w:rPr>
              <w:t>1 217 400, 00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b/>
                <w:sz w:val="24"/>
                <w:szCs w:val="24"/>
              </w:rPr>
              <w:t>1 217 400, 00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b/>
                <w:sz w:val="24"/>
                <w:szCs w:val="24"/>
              </w:rPr>
              <w:t>1 217 400,00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b/>
                <w:sz w:val="24"/>
                <w:szCs w:val="24"/>
              </w:rPr>
              <w:t>1 217  400,00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b/>
                <w:sz w:val="24"/>
                <w:szCs w:val="24"/>
              </w:rPr>
              <w:t>1 217  400,00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b/>
                <w:sz w:val="24"/>
                <w:szCs w:val="24"/>
              </w:rPr>
              <w:t>1 217  400,00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b/>
                <w:sz w:val="24"/>
                <w:szCs w:val="24"/>
              </w:rPr>
              <w:t>1 217  400,00</w:t>
            </w:r>
          </w:p>
        </w:tc>
        <w:tc>
          <w:tcPr>
            <w:tcW w:w="1497" w:type="dxa"/>
            <w:shd w:val="clear" w:color="auto" w:fill="FFFFFF"/>
          </w:tcPr>
          <w:p w:rsidR="00614D12" w:rsidRPr="00546DC0" w:rsidRDefault="00614D12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b/>
                <w:sz w:val="24"/>
                <w:szCs w:val="24"/>
              </w:rPr>
              <w:t>9 848 558,15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4D12" w:rsidRPr="00546DC0" w:rsidTr="00A2301E">
        <w:tc>
          <w:tcPr>
            <w:tcW w:w="509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3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4D12" w:rsidRPr="00546DC0" w:rsidTr="00A2301E">
        <w:tc>
          <w:tcPr>
            <w:tcW w:w="509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73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4D12" w:rsidRPr="00546DC0" w:rsidTr="00A2301E">
        <w:tc>
          <w:tcPr>
            <w:tcW w:w="509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73" w:type="dxa"/>
            <w:shd w:val="clear" w:color="auto" w:fill="FFFFFF"/>
          </w:tcPr>
          <w:p w:rsidR="00614D12" w:rsidRPr="00546DC0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1 326 758, 15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1 217 400, 00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1 217  400, 00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1 217 400,00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1 217  400,00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1 217  400,00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1 217  400,00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546DC0">
              <w:rPr>
                <w:rFonts w:ascii="Times New Roman" w:hAnsi="Times New Roman"/>
              </w:rPr>
              <w:t>1 217  400,00</w:t>
            </w:r>
          </w:p>
        </w:tc>
        <w:tc>
          <w:tcPr>
            <w:tcW w:w="1497" w:type="dxa"/>
            <w:shd w:val="clear" w:color="auto" w:fill="FFFFFF"/>
          </w:tcPr>
          <w:p w:rsidR="00614D12" w:rsidRPr="00546DC0" w:rsidRDefault="00614D12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9 848 558,15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4D12" w:rsidRPr="00546DC0" w:rsidTr="00A2301E">
        <w:tc>
          <w:tcPr>
            <w:tcW w:w="509" w:type="dxa"/>
            <w:vMerge w:val="restart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796" w:type="dxa"/>
            <w:vMerge w:val="restart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"Ведение бухгалтерского учёта и составление отчётности учредителя и подведомственных учреждений физической культуры"</w:t>
            </w:r>
          </w:p>
        </w:tc>
        <w:tc>
          <w:tcPr>
            <w:tcW w:w="1467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73" w:type="dxa"/>
            <w:shd w:val="clear" w:color="auto" w:fill="FFFFFF"/>
          </w:tcPr>
          <w:p w:rsidR="00614D12" w:rsidRPr="00546DC0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b/>
                <w:sz w:val="24"/>
                <w:szCs w:val="24"/>
              </w:rPr>
              <w:t>3 630 000, 00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b/>
                <w:sz w:val="24"/>
                <w:szCs w:val="24"/>
              </w:rPr>
              <w:t>3 534 000, 00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b/>
                <w:sz w:val="24"/>
                <w:szCs w:val="24"/>
              </w:rPr>
              <w:t>3 434 000, 00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8C779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b/>
                <w:sz w:val="24"/>
                <w:szCs w:val="24"/>
              </w:rPr>
              <w:t>3 434  000,00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8C779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b/>
                <w:sz w:val="24"/>
                <w:szCs w:val="24"/>
              </w:rPr>
              <w:t>3 434  000,00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8C779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b/>
                <w:sz w:val="24"/>
                <w:szCs w:val="24"/>
              </w:rPr>
              <w:t>3 434  000,00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8C779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b/>
                <w:sz w:val="24"/>
                <w:szCs w:val="24"/>
              </w:rPr>
              <w:t>3 434  000,00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8C779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b/>
                <w:sz w:val="24"/>
                <w:szCs w:val="24"/>
              </w:rPr>
              <w:t>3 434  000,00</w:t>
            </w:r>
          </w:p>
        </w:tc>
        <w:tc>
          <w:tcPr>
            <w:tcW w:w="1497" w:type="dxa"/>
            <w:shd w:val="clear" w:color="auto" w:fill="FFFFFF"/>
          </w:tcPr>
          <w:p w:rsidR="00614D12" w:rsidRPr="00546DC0" w:rsidRDefault="00614D12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b/>
                <w:sz w:val="24"/>
                <w:szCs w:val="24"/>
              </w:rPr>
              <w:t>27 768 000,00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4D12" w:rsidRPr="00546DC0" w:rsidTr="00A2301E">
        <w:tc>
          <w:tcPr>
            <w:tcW w:w="509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3" w:type="dxa"/>
            <w:shd w:val="clear" w:color="auto" w:fill="FFFFFF"/>
          </w:tcPr>
          <w:p w:rsidR="00614D12" w:rsidRPr="00546DC0" w:rsidRDefault="00614D12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614D12" w:rsidRPr="00546DC0" w:rsidRDefault="00614D12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4D12" w:rsidRPr="00546DC0" w:rsidTr="00A2301E">
        <w:tc>
          <w:tcPr>
            <w:tcW w:w="509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73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4D12" w:rsidRPr="00546DC0" w:rsidTr="00A2301E">
        <w:tc>
          <w:tcPr>
            <w:tcW w:w="509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614D12" w:rsidRPr="00546DC0" w:rsidRDefault="00614D12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73" w:type="dxa"/>
            <w:shd w:val="clear" w:color="auto" w:fill="FFFFFF"/>
          </w:tcPr>
          <w:p w:rsidR="00614D12" w:rsidRPr="00546DC0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3 630 000, 00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3 534 000, 00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460366">
            <w:pPr>
              <w:spacing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3 434 000,00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3 434  000,00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3 434  000,00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3 434  000,00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3 434  000,00</w:t>
            </w:r>
          </w:p>
        </w:tc>
        <w:tc>
          <w:tcPr>
            <w:tcW w:w="770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3 434  000,00</w:t>
            </w:r>
          </w:p>
        </w:tc>
        <w:tc>
          <w:tcPr>
            <w:tcW w:w="1497" w:type="dxa"/>
            <w:shd w:val="clear" w:color="auto" w:fill="FFFFFF"/>
          </w:tcPr>
          <w:p w:rsidR="00614D12" w:rsidRPr="00546DC0" w:rsidRDefault="00614D12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C0">
              <w:rPr>
                <w:rFonts w:ascii="Times New Roman" w:hAnsi="Times New Roman"/>
                <w:sz w:val="24"/>
                <w:szCs w:val="24"/>
              </w:rPr>
              <w:t>27 768 000,00</w:t>
            </w:r>
          </w:p>
        </w:tc>
        <w:tc>
          <w:tcPr>
            <w:tcW w:w="1100" w:type="dxa"/>
            <w:shd w:val="clear" w:color="auto" w:fill="FFFFFF"/>
          </w:tcPr>
          <w:p w:rsidR="00614D12" w:rsidRPr="00546DC0" w:rsidRDefault="00614D12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4D12" w:rsidRPr="00546DC0" w:rsidRDefault="00614D12"/>
    <w:p w:rsidR="00614D12" w:rsidRPr="00546DC0" w:rsidRDefault="00614D12"/>
    <w:p w:rsidR="00614D12" w:rsidRPr="00546DC0" w:rsidRDefault="00614D12"/>
    <w:p w:rsidR="00614D12" w:rsidRPr="00546DC0" w:rsidRDefault="00614D12"/>
    <w:p w:rsidR="00614D12" w:rsidRPr="00546DC0" w:rsidRDefault="00614D12"/>
    <w:p w:rsidR="00614D12" w:rsidRPr="00546DC0" w:rsidRDefault="00614D12"/>
    <w:p w:rsidR="00614D12" w:rsidRDefault="00614D12"/>
    <w:p w:rsidR="00614D12" w:rsidRDefault="00614D12"/>
    <w:p w:rsidR="00614D12" w:rsidRDefault="00614D12"/>
    <w:sectPr w:rsidR="00614D12" w:rsidSect="00C326A3">
      <w:headerReference w:type="even" r:id="rId7"/>
      <w:headerReference w:type="default" r:id="rId8"/>
      <w:headerReference w:type="firs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D12" w:rsidRDefault="00614D12" w:rsidP="00C239EB">
      <w:pPr>
        <w:spacing w:after="0" w:line="240" w:lineRule="auto"/>
      </w:pPr>
      <w:r>
        <w:separator/>
      </w:r>
    </w:p>
  </w:endnote>
  <w:endnote w:type="continuationSeparator" w:id="1">
    <w:p w:rsidR="00614D12" w:rsidRDefault="00614D12" w:rsidP="00C2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D12" w:rsidRDefault="00614D12" w:rsidP="00C239EB">
      <w:pPr>
        <w:spacing w:after="0" w:line="240" w:lineRule="auto"/>
      </w:pPr>
      <w:r>
        <w:separator/>
      </w:r>
    </w:p>
  </w:footnote>
  <w:footnote w:type="continuationSeparator" w:id="1">
    <w:p w:rsidR="00614D12" w:rsidRDefault="00614D12" w:rsidP="00C23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D12" w:rsidRDefault="00614D12">
    <w:pPr>
      <w:spacing w:after="141" w:line="259" w:lineRule="auto"/>
    </w:pPr>
    <w:r>
      <w:rPr>
        <w:rFonts w:cs="Calibri"/>
        <w:sz w:val="2"/>
      </w:rPr>
      <w:t xml:space="preserve"> </w:t>
    </w:r>
  </w:p>
  <w:p w:rsidR="00614D12" w:rsidRDefault="00614D12">
    <w:pPr>
      <w:tabs>
        <w:tab w:val="center" w:pos="7818"/>
        <w:tab w:val="center" w:pos="15636"/>
      </w:tabs>
      <w:spacing w:line="259" w:lineRule="auto"/>
    </w:pPr>
    <w:r>
      <w:rPr>
        <w:rFonts w:cs="Calibri"/>
      </w:rPr>
      <w:tab/>
    </w:r>
    <w:fldSimple w:instr=" PAGE   \* MERGEFORMAT ">
      <w:r>
        <w:t>2</w:t>
      </w:r>
    </w:fldSimple>
    <w:r>
      <w:t xml:space="preserve"> </w:t>
    </w:r>
    <w:r>
      <w:tab/>
    </w:r>
    <w:r>
      <w:rPr>
        <w:rFonts w:cs="Calibri"/>
        <w:sz w:val="3"/>
        <w:vertAlign w:val="superscript"/>
      </w:rPr>
      <w:t xml:space="preserve"> </w:t>
    </w:r>
  </w:p>
  <w:p w:rsidR="00614D12" w:rsidRDefault="00614D12">
    <w:pPr>
      <w:spacing w:line="259" w:lineRule="auto"/>
      <w:ind w:right="32"/>
      <w:jc w:val="right"/>
    </w:pPr>
    <w:r>
      <w:rPr>
        <w:rFonts w:cs="Calibri"/>
        <w:sz w:val="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D12" w:rsidRDefault="00614D12">
    <w:pPr>
      <w:spacing w:line="259" w:lineRule="auto"/>
      <w:ind w:right="32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D12" w:rsidRDefault="00614D12">
    <w:pPr>
      <w:spacing w:after="160" w:line="259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83792"/>
    <w:multiLevelType w:val="hybridMultilevel"/>
    <w:tmpl w:val="F75053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39EB"/>
    <w:rsid w:val="000120A5"/>
    <w:rsid w:val="000126B3"/>
    <w:rsid w:val="00013D13"/>
    <w:rsid w:val="000218DA"/>
    <w:rsid w:val="0002473E"/>
    <w:rsid w:val="00024AE5"/>
    <w:rsid w:val="00030E01"/>
    <w:rsid w:val="00032E99"/>
    <w:rsid w:val="00033545"/>
    <w:rsid w:val="0003458E"/>
    <w:rsid w:val="0003523D"/>
    <w:rsid w:val="000377DC"/>
    <w:rsid w:val="00037B95"/>
    <w:rsid w:val="0004459C"/>
    <w:rsid w:val="00056C72"/>
    <w:rsid w:val="00060EE2"/>
    <w:rsid w:val="0006149D"/>
    <w:rsid w:val="000735B6"/>
    <w:rsid w:val="00073CB0"/>
    <w:rsid w:val="00074997"/>
    <w:rsid w:val="000752D0"/>
    <w:rsid w:val="000758FB"/>
    <w:rsid w:val="0008170F"/>
    <w:rsid w:val="00082D7F"/>
    <w:rsid w:val="00084460"/>
    <w:rsid w:val="00084505"/>
    <w:rsid w:val="00085E56"/>
    <w:rsid w:val="00087548"/>
    <w:rsid w:val="00092D24"/>
    <w:rsid w:val="00095508"/>
    <w:rsid w:val="000A3886"/>
    <w:rsid w:val="000A3F79"/>
    <w:rsid w:val="000A40B8"/>
    <w:rsid w:val="000B148E"/>
    <w:rsid w:val="000B1EA4"/>
    <w:rsid w:val="000B6BEA"/>
    <w:rsid w:val="000C16FE"/>
    <w:rsid w:val="000C172D"/>
    <w:rsid w:val="000C38DB"/>
    <w:rsid w:val="000D0130"/>
    <w:rsid w:val="000D2770"/>
    <w:rsid w:val="000D548C"/>
    <w:rsid w:val="000D737B"/>
    <w:rsid w:val="000E1774"/>
    <w:rsid w:val="000E203F"/>
    <w:rsid w:val="000E446B"/>
    <w:rsid w:val="000E6F24"/>
    <w:rsid w:val="0010313E"/>
    <w:rsid w:val="00105A0C"/>
    <w:rsid w:val="00107C37"/>
    <w:rsid w:val="0011029F"/>
    <w:rsid w:val="0011214D"/>
    <w:rsid w:val="00114F32"/>
    <w:rsid w:val="00117C78"/>
    <w:rsid w:val="00120051"/>
    <w:rsid w:val="001209A9"/>
    <w:rsid w:val="00124327"/>
    <w:rsid w:val="00126258"/>
    <w:rsid w:val="0012779E"/>
    <w:rsid w:val="0013272C"/>
    <w:rsid w:val="00134774"/>
    <w:rsid w:val="00141EA3"/>
    <w:rsid w:val="00142894"/>
    <w:rsid w:val="00143BBD"/>
    <w:rsid w:val="00146620"/>
    <w:rsid w:val="001501A0"/>
    <w:rsid w:val="001511A7"/>
    <w:rsid w:val="001523EA"/>
    <w:rsid w:val="001538CF"/>
    <w:rsid w:val="0015469A"/>
    <w:rsid w:val="00157E97"/>
    <w:rsid w:val="001612E7"/>
    <w:rsid w:val="00172F06"/>
    <w:rsid w:val="00182D9C"/>
    <w:rsid w:val="0018355F"/>
    <w:rsid w:val="00190F67"/>
    <w:rsid w:val="001917EF"/>
    <w:rsid w:val="00194C61"/>
    <w:rsid w:val="00196F1A"/>
    <w:rsid w:val="00197B53"/>
    <w:rsid w:val="00197D9A"/>
    <w:rsid w:val="001A4C21"/>
    <w:rsid w:val="001D13A5"/>
    <w:rsid w:val="001D4D5C"/>
    <w:rsid w:val="001D6A88"/>
    <w:rsid w:val="001D78B0"/>
    <w:rsid w:val="001E58BE"/>
    <w:rsid w:val="001F574C"/>
    <w:rsid w:val="00200427"/>
    <w:rsid w:val="002031F1"/>
    <w:rsid w:val="00212567"/>
    <w:rsid w:val="0021342F"/>
    <w:rsid w:val="00213CE8"/>
    <w:rsid w:val="00222866"/>
    <w:rsid w:val="00226424"/>
    <w:rsid w:val="00226E11"/>
    <w:rsid w:val="00230C3E"/>
    <w:rsid w:val="00233582"/>
    <w:rsid w:val="00234B78"/>
    <w:rsid w:val="00235889"/>
    <w:rsid w:val="00235E1A"/>
    <w:rsid w:val="00240F80"/>
    <w:rsid w:val="00242F18"/>
    <w:rsid w:val="002432ED"/>
    <w:rsid w:val="00243791"/>
    <w:rsid w:val="00246C42"/>
    <w:rsid w:val="002506F1"/>
    <w:rsid w:val="002531DB"/>
    <w:rsid w:val="00260CA8"/>
    <w:rsid w:val="002754A8"/>
    <w:rsid w:val="002807B8"/>
    <w:rsid w:val="002839FB"/>
    <w:rsid w:val="00283A8C"/>
    <w:rsid w:val="00284F2E"/>
    <w:rsid w:val="002851DE"/>
    <w:rsid w:val="00285444"/>
    <w:rsid w:val="00286E50"/>
    <w:rsid w:val="00286E71"/>
    <w:rsid w:val="002937BD"/>
    <w:rsid w:val="0029438B"/>
    <w:rsid w:val="00295F51"/>
    <w:rsid w:val="002A07D8"/>
    <w:rsid w:val="002A4C70"/>
    <w:rsid w:val="002A69A9"/>
    <w:rsid w:val="002B2DFC"/>
    <w:rsid w:val="002B462A"/>
    <w:rsid w:val="002B716E"/>
    <w:rsid w:val="002C0720"/>
    <w:rsid w:val="002C0F04"/>
    <w:rsid w:val="002C1785"/>
    <w:rsid w:val="002C24EB"/>
    <w:rsid w:val="002C6A22"/>
    <w:rsid w:val="002D1405"/>
    <w:rsid w:val="002D1EA2"/>
    <w:rsid w:val="002D2BEC"/>
    <w:rsid w:val="002D2CDC"/>
    <w:rsid w:val="002D388F"/>
    <w:rsid w:val="002D4966"/>
    <w:rsid w:val="002D79E2"/>
    <w:rsid w:val="002E03DA"/>
    <w:rsid w:val="002E1B6A"/>
    <w:rsid w:val="002E1F3F"/>
    <w:rsid w:val="002E2AC2"/>
    <w:rsid w:val="002E6A84"/>
    <w:rsid w:val="002F087D"/>
    <w:rsid w:val="002F13ED"/>
    <w:rsid w:val="002F7D3C"/>
    <w:rsid w:val="003060AE"/>
    <w:rsid w:val="00307F26"/>
    <w:rsid w:val="0031289B"/>
    <w:rsid w:val="00317E5D"/>
    <w:rsid w:val="003255AE"/>
    <w:rsid w:val="003308ED"/>
    <w:rsid w:val="003316AF"/>
    <w:rsid w:val="00337EBD"/>
    <w:rsid w:val="00340572"/>
    <w:rsid w:val="00350FD7"/>
    <w:rsid w:val="00352570"/>
    <w:rsid w:val="0036151E"/>
    <w:rsid w:val="003642F8"/>
    <w:rsid w:val="00367274"/>
    <w:rsid w:val="00367877"/>
    <w:rsid w:val="0037409C"/>
    <w:rsid w:val="00380282"/>
    <w:rsid w:val="00380EBC"/>
    <w:rsid w:val="00386974"/>
    <w:rsid w:val="00387DC0"/>
    <w:rsid w:val="003974DB"/>
    <w:rsid w:val="003A3263"/>
    <w:rsid w:val="003A5F1C"/>
    <w:rsid w:val="003B2CC1"/>
    <w:rsid w:val="003B3806"/>
    <w:rsid w:val="003B4DF8"/>
    <w:rsid w:val="003C17B8"/>
    <w:rsid w:val="003C566F"/>
    <w:rsid w:val="003D3B7C"/>
    <w:rsid w:val="003D42CD"/>
    <w:rsid w:val="003E09E5"/>
    <w:rsid w:val="003E2071"/>
    <w:rsid w:val="003E49DC"/>
    <w:rsid w:val="003E6BAC"/>
    <w:rsid w:val="003E6CAE"/>
    <w:rsid w:val="003F028B"/>
    <w:rsid w:val="004012B0"/>
    <w:rsid w:val="004067EB"/>
    <w:rsid w:val="00410518"/>
    <w:rsid w:val="0041702A"/>
    <w:rsid w:val="00424DA8"/>
    <w:rsid w:val="00427CC5"/>
    <w:rsid w:val="00427D84"/>
    <w:rsid w:val="00433E08"/>
    <w:rsid w:val="00442998"/>
    <w:rsid w:val="00443D92"/>
    <w:rsid w:val="00445E87"/>
    <w:rsid w:val="004464B3"/>
    <w:rsid w:val="0045239D"/>
    <w:rsid w:val="0045481A"/>
    <w:rsid w:val="00455F64"/>
    <w:rsid w:val="00457584"/>
    <w:rsid w:val="0046030F"/>
    <w:rsid w:val="00460366"/>
    <w:rsid w:val="0046083D"/>
    <w:rsid w:val="00460B94"/>
    <w:rsid w:val="00463F2F"/>
    <w:rsid w:val="00464640"/>
    <w:rsid w:val="0046579D"/>
    <w:rsid w:val="00467BF3"/>
    <w:rsid w:val="0047142A"/>
    <w:rsid w:val="00497B20"/>
    <w:rsid w:val="004A1532"/>
    <w:rsid w:val="004A307B"/>
    <w:rsid w:val="004A3151"/>
    <w:rsid w:val="004C0967"/>
    <w:rsid w:val="004C10D8"/>
    <w:rsid w:val="004C2784"/>
    <w:rsid w:val="004C3BCD"/>
    <w:rsid w:val="004D036E"/>
    <w:rsid w:val="004D4E48"/>
    <w:rsid w:val="004D5472"/>
    <w:rsid w:val="004D60EF"/>
    <w:rsid w:val="004E0FBB"/>
    <w:rsid w:val="004E5DE2"/>
    <w:rsid w:val="004F676B"/>
    <w:rsid w:val="004F777D"/>
    <w:rsid w:val="00501A74"/>
    <w:rsid w:val="00502B92"/>
    <w:rsid w:val="0050698B"/>
    <w:rsid w:val="005106F2"/>
    <w:rsid w:val="00510813"/>
    <w:rsid w:val="00510DC6"/>
    <w:rsid w:val="00524708"/>
    <w:rsid w:val="00531FF4"/>
    <w:rsid w:val="00536BE8"/>
    <w:rsid w:val="00536DEE"/>
    <w:rsid w:val="005377F7"/>
    <w:rsid w:val="00540200"/>
    <w:rsid w:val="00546DC0"/>
    <w:rsid w:val="005511D2"/>
    <w:rsid w:val="005534F6"/>
    <w:rsid w:val="005561C8"/>
    <w:rsid w:val="005578FD"/>
    <w:rsid w:val="00557D1B"/>
    <w:rsid w:val="00560514"/>
    <w:rsid w:val="00565BA0"/>
    <w:rsid w:val="00570866"/>
    <w:rsid w:val="005709CF"/>
    <w:rsid w:val="005724E1"/>
    <w:rsid w:val="005749E3"/>
    <w:rsid w:val="00575AB5"/>
    <w:rsid w:val="00584E98"/>
    <w:rsid w:val="00590A37"/>
    <w:rsid w:val="0059197D"/>
    <w:rsid w:val="005A0253"/>
    <w:rsid w:val="005A449F"/>
    <w:rsid w:val="005A44B3"/>
    <w:rsid w:val="005A7960"/>
    <w:rsid w:val="005B2ACC"/>
    <w:rsid w:val="005B3879"/>
    <w:rsid w:val="005C0854"/>
    <w:rsid w:val="005D5009"/>
    <w:rsid w:val="005D51A2"/>
    <w:rsid w:val="005D613E"/>
    <w:rsid w:val="005D687A"/>
    <w:rsid w:val="005E19A3"/>
    <w:rsid w:val="005E519A"/>
    <w:rsid w:val="005E52DA"/>
    <w:rsid w:val="005E7D7C"/>
    <w:rsid w:val="005F01A3"/>
    <w:rsid w:val="005F5B7E"/>
    <w:rsid w:val="005F6E62"/>
    <w:rsid w:val="00600189"/>
    <w:rsid w:val="00607163"/>
    <w:rsid w:val="00613178"/>
    <w:rsid w:val="00613C2B"/>
    <w:rsid w:val="00614D12"/>
    <w:rsid w:val="00617127"/>
    <w:rsid w:val="00642ADA"/>
    <w:rsid w:val="00646DCE"/>
    <w:rsid w:val="00656020"/>
    <w:rsid w:val="006605E5"/>
    <w:rsid w:val="00662274"/>
    <w:rsid w:val="00662671"/>
    <w:rsid w:val="00665E1B"/>
    <w:rsid w:val="006663CC"/>
    <w:rsid w:val="00666B98"/>
    <w:rsid w:val="00667842"/>
    <w:rsid w:val="0067682B"/>
    <w:rsid w:val="00677C5D"/>
    <w:rsid w:val="006805F6"/>
    <w:rsid w:val="006808D5"/>
    <w:rsid w:val="006819FE"/>
    <w:rsid w:val="00683417"/>
    <w:rsid w:val="00690291"/>
    <w:rsid w:val="00690DD6"/>
    <w:rsid w:val="00693628"/>
    <w:rsid w:val="006951F1"/>
    <w:rsid w:val="00695218"/>
    <w:rsid w:val="0069697D"/>
    <w:rsid w:val="006A204B"/>
    <w:rsid w:val="006A44DD"/>
    <w:rsid w:val="006A488F"/>
    <w:rsid w:val="006A7ADD"/>
    <w:rsid w:val="006B4041"/>
    <w:rsid w:val="006B52B0"/>
    <w:rsid w:val="006B6AA7"/>
    <w:rsid w:val="006C0430"/>
    <w:rsid w:val="006C204E"/>
    <w:rsid w:val="006C20A9"/>
    <w:rsid w:val="006C79B2"/>
    <w:rsid w:val="006D1B3C"/>
    <w:rsid w:val="006D4574"/>
    <w:rsid w:val="006D57C2"/>
    <w:rsid w:val="006D57CD"/>
    <w:rsid w:val="006E4F7E"/>
    <w:rsid w:val="006F00E1"/>
    <w:rsid w:val="006F1A03"/>
    <w:rsid w:val="006F1C5A"/>
    <w:rsid w:val="006F2F53"/>
    <w:rsid w:val="006F37CF"/>
    <w:rsid w:val="0070060B"/>
    <w:rsid w:val="00701E6B"/>
    <w:rsid w:val="007059D7"/>
    <w:rsid w:val="0070654C"/>
    <w:rsid w:val="00710492"/>
    <w:rsid w:val="00715FB7"/>
    <w:rsid w:val="00725F34"/>
    <w:rsid w:val="00732F4C"/>
    <w:rsid w:val="00734035"/>
    <w:rsid w:val="00736F57"/>
    <w:rsid w:val="007408AC"/>
    <w:rsid w:val="00741FD9"/>
    <w:rsid w:val="00751174"/>
    <w:rsid w:val="0075139E"/>
    <w:rsid w:val="007530FF"/>
    <w:rsid w:val="0075314B"/>
    <w:rsid w:val="00756EB7"/>
    <w:rsid w:val="00760124"/>
    <w:rsid w:val="007601DE"/>
    <w:rsid w:val="0076155B"/>
    <w:rsid w:val="0077542A"/>
    <w:rsid w:val="00780108"/>
    <w:rsid w:val="0078181D"/>
    <w:rsid w:val="0078689D"/>
    <w:rsid w:val="007901FB"/>
    <w:rsid w:val="00791482"/>
    <w:rsid w:val="00792AE0"/>
    <w:rsid w:val="007A4D82"/>
    <w:rsid w:val="007A75FF"/>
    <w:rsid w:val="007B0827"/>
    <w:rsid w:val="007B39AD"/>
    <w:rsid w:val="007B6598"/>
    <w:rsid w:val="007B759F"/>
    <w:rsid w:val="007C17E3"/>
    <w:rsid w:val="007C27CD"/>
    <w:rsid w:val="007C3F1B"/>
    <w:rsid w:val="007C59DC"/>
    <w:rsid w:val="007C5D5B"/>
    <w:rsid w:val="007C6CBC"/>
    <w:rsid w:val="007C73B2"/>
    <w:rsid w:val="007C7964"/>
    <w:rsid w:val="007D048B"/>
    <w:rsid w:val="007D24AE"/>
    <w:rsid w:val="007D746F"/>
    <w:rsid w:val="007E485F"/>
    <w:rsid w:val="007E50E7"/>
    <w:rsid w:val="007E6C29"/>
    <w:rsid w:val="007F1C87"/>
    <w:rsid w:val="007F1DF7"/>
    <w:rsid w:val="007F3173"/>
    <w:rsid w:val="007F6CC2"/>
    <w:rsid w:val="008001AD"/>
    <w:rsid w:val="00800BC4"/>
    <w:rsid w:val="00804452"/>
    <w:rsid w:val="008133C7"/>
    <w:rsid w:val="00814937"/>
    <w:rsid w:val="00821892"/>
    <w:rsid w:val="00824676"/>
    <w:rsid w:val="00825CD9"/>
    <w:rsid w:val="00827353"/>
    <w:rsid w:val="00827716"/>
    <w:rsid w:val="0083254B"/>
    <w:rsid w:val="008335DB"/>
    <w:rsid w:val="00836393"/>
    <w:rsid w:val="00841B9C"/>
    <w:rsid w:val="00841D06"/>
    <w:rsid w:val="0084222F"/>
    <w:rsid w:val="00842411"/>
    <w:rsid w:val="00854964"/>
    <w:rsid w:val="00856A8E"/>
    <w:rsid w:val="00871EF5"/>
    <w:rsid w:val="00872659"/>
    <w:rsid w:val="00873B24"/>
    <w:rsid w:val="008767E6"/>
    <w:rsid w:val="008849B6"/>
    <w:rsid w:val="00886C5D"/>
    <w:rsid w:val="00894E5D"/>
    <w:rsid w:val="00896AAA"/>
    <w:rsid w:val="00897D44"/>
    <w:rsid w:val="008A294F"/>
    <w:rsid w:val="008A6F74"/>
    <w:rsid w:val="008B1A7E"/>
    <w:rsid w:val="008C118F"/>
    <w:rsid w:val="008C15B5"/>
    <w:rsid w:val="008C2FA3"/>
    <w:rsid w:val="008C4346"/>
    <w:rsid w:val="008C56E5"/>
    <w:rsid w:val="008C57D6"/>
    <w:rsid w:val="008C7790"/>
    <w:rsid w:val="008D1878"/>
    <w:rsid w:val="008D37DC"/>
    <w:rsid w:val="008D4915"/>
    <w:rsid w:val="008D4DA7"/>
    <w:rsid w:val="008D5E8C"/>
    <w:rsid w:val="008D7B80"/>
    <w:rsid w:val="008E0E3F"/>
    <w:rsid w:val="008E2EAC"/>
    <w:rsid w:val="008E5CC8"/>
    <w:rsid w:val="008F0501"/>
    <w:rsid w:val="008F127C"/>
    <w:rsid w:val="008F24E2"/>
    <w:rsid w:val="008F5885"/>
    <w:rsid w:val="008F79E6"/>
    <w:rsid w:val="00936848"/>
    <w:rsid w:val="00936B81"/>
    <w:rsid w:val="009454F1"/>
    <w:rsid w:val="00947C04"/>
    <w:rsid w:val="009521FC"/>
    <w:rsid w:val="00954294"/>
    <w:rsid w:val="009563F6"/>
    <w:rsid w:val="00963E3D"/>
    <w:rsid w:val="00965D55"/>
    <w:rsid w:val="009711EF"/>
    <w:rsid w:val="00971973"/>
    <w:rsid w:val="00983B5A"/>
    <w:rsid w:val="00984FEE"/>
    <w:rsid w:val="00986147"/>
    <w:rsid w:val="00991CE7"/>
    <w:rsid w:val="009942A8"/>
    <w:rsid w:val="009A2818"/>
    <w:rsid w:val="009B004B"/>
    <w:rsid w:val="009B5855"/>
    <w:rsid w:val="009C1799"/>
    <w:rsid w:val="009C2956"/>
    <w:rsid w:val="009C440A"/>
    <w:rsid w:val="009C6F3E"/>
    <w:rsid w:val="009D0464"/>
    <w:rsid w:val="009D1AD5"/>
    <w:rsid w:val="009D4624"/>
    <w:rsid w:val="009D4E31"/>
    <w:rsid w:val="009D5745"/>
    <w:rsid w:val="009D5EB3"/>
    <w:rsid w:val="009E08AD"/>
    <w:rsid w:val="009E1923"/>
    <w:rsid w:val="009E32B8"/>
    <w:rsid w:val="009E36F8"/>
    <w:rsid w:val="009E69C5"/>
    <w:rsid w:val="00A00FD5"/>
    <w:rsid w:val="00A033CB"/>
    <w:rsid w:val="00A0572F"/>
    <w:rsid w:val="00A06879"/>
    <w:rsid w:val="00A13ED8"/>
    <w:rsid w:val="00A146AF"/>
    <w:rsid w:val="00A21E5E"/>
    <w:rsid w:val="00A2301E"/>
    <w:rsid w:val="00A259DE"/>
    <w:rsid w:val="00A31B1E"/>
    <w:rsid w:val="00A31FF8"/>
    <w:rsid w:val="00A329A8"/>
    <w:rsid w:val="00A37C94"/>
    <w:rsid w:val="00A41F90"/>
    <w:rsid w:val="00A45236"/>
    <w:rsid w:val="00A45FD2"/>
    <w:rsid w:val="00A46AF5"/>
    <w:rsid w:val="00A50C9E"/>
    <w:rsid w:val="00A5657C"/>
    <w:rsid w:val="00A572A1"/>
    <w:rsid w:val="00A6363C"/>
    <w:rsid w:val="00A64FEF"/>
    <w:rsid w:val="00A66817"/>
    <w:rsid w:val="00A71895"/>
    <w:rsid w:val="00A71933"/>
    <w:rsid w:val="00A73F9E"/>
    <w:rsid w:val="00A74D5A"/>
    <w:rsid w:val="00A7650B"/>
    <w:rsid w:val="00A7667A"/>
    <w:rsid w:val="00A81C53"/>
    <w:rsid w:val="00A85701"/>
    <w:rsid w:val="00A86269"/>
    <w:rsid w:val="00A93FCB"/>
    <w:rsid w:val="00AA2B21"/>
    <w:rsid w:val="00AA5644"/>
    <w:rsid w:val="00AA6670"/>
    <w:rsid w:val="00AB2B5C"/>
    <w:rsid w:val="00AB3239"/>
    <w:rsid w:val="00AB3EC7"/>
    <w:rsid w:val="00AD295C"/>
    <w:rsid w:val="00AD5F60"/>
    <w:rsid w:val="00AE1A4F"/>
    <w:rsid w:val="00AE680E"/>
    <w:rsid w:val="00AE6DA1"/>
    <w:rsid w:val="00AF027F"/>
    <w:rsid w:val="00B042C7"/>
    <w:rsid w:val="00B04893"/>
    <w:rsid w:val="00B11749"/>
    <w:rsid w:val="00B153BB"/>
    <w:rsid w:val="00B21AE8"/>
    <w:rsid w:val="00B233CF"/>
    <w:rsid w:val="00B2486D"/>
    <w:rsid w:val="00B25C16"/>
    <w:rsid w:val="00B37AEC"/>
    <w:rsid w:val="00B4138C"/>
    <w:rsid w:val="00B463D8"/>
    <w:rsid w:val="00B53BCC"/>
    <w:rsid w:val="00B614B5"/>
    <w:rsid w:val="00B63CB7"/>
    <w:rsid w:val="00B6583D"/>
    <w:rsid w:val="00B700DE"/>
    <w:rsid w:val="00B736EE"/>
    <w:rsid w:val="00B76BB5"/>
    <w:rsid w:val="00B831A0"/>
    <w:rsid w:val="00B84F6A"/>
    <w:rsid w:val="00B913CE"/>
    <w:rsid w:val="00B949B1"/>
    <w:rsid w:val="00B978C6"/>
    <w:rsid w:val="00BA60E1"/>
    <w:rsid w:val="00BA765A"/>
    <w:rsid w:val="00BB1412"/>
    <w:rsid w:val="00BB5EC1"/>
    <w:rsid w:val="00BB7F48"/>
    <w:rsid w:val="00BD0247"/>
    <w:rsid w:val="00BD08E0"/>
    <w:rsid w:val="00BD7E73"/>
    <w:rsid w:val="00BE252C"/>
    <w:rsid w:val="00BE26E9"/>
    <w:rsid w:val="00BE61E6"/>
    <w:rsid w:val="00BF3196"/>
    <w:rsid w:val="00BF7E15"/>
    <w:rsid w:val="00C00457"/>
    <w:rsid w:val="00C00753"/>
    <w:rsid w:val="00C00E1E"/>
    <w:rsid w:val="00C0130E"/>
    <w:rsid w:val="00C025C4"/>
    <w:rsid w:val="00C108B7"/>
    <w:rsid w:val="00C11EE7"/>
    <w:rsid w:val="00C12811"/>
    <w:rsid w:val="00C1379A"/>
    <w:rsid w:val="00C13A37"/>
    <w:rsid w:val="00C1718D"/>
    <w:rsid w:val="00C203F5"/>
    <w:rsid w:val="00C228C1"/>
    <w:rsid w:val="00C23060"/>
    <w:rsid w:val="00C239EB"/>
    <w:rsid w:val="00C26CF2"/>
    <w:rsid w:val="00C312DA"/>
    <w:rsid w:val="00C3225A"/>
    <w:rsid w:val="00C326A3"/>
    <w:rsid w:val="00C3600C"/>
    <w:rsid w:val="00C360F2"/>
    <w:rsid w:val="00C43810"/>
    <w:rsid w:val="00C46E20"/>
    <w:rsid w:val="00C504FD"/>
    <w:rsid w:val="00C519DC"/>
    <w:rsid w:val="00C51BAF"/>
    <w:rsid w:val="00C57D4B"/>
    <w:rsid w:val="00C57D88"/>
    <w:rsid w:val="00C57E01"/>
    <w:rsid w:val="00C61388"/>
    <w:rsid w:val="00C636D8"/>
    <w:rsid w:val="00C7043A"/>
    <w:rsid w:val="00C71292"/>
    <w:rsid w:val="00C71DD2"/>
    <w:rsid w:val="00C73724"/>
    <w:rsid w:val="00C751C2"/>
    <w:rsid w:val="00C80DBD"/>
    <w:rsid w:val="00C81BDE"/>
    <w:rsid w:val="00C837B3"/>
    <w:rsid w:val="00C855C0"/>
    <w:rsid w:val="00C85670"/>
    <w:rsid w:val="00C9158D"/>
    <w:rsid w:val="00C931EB"/>
    <w:rsid w:val="00C942F0"/>
    <w:rsid w:val="00C950FB"/>
    <w:rsid w:val="00C958B1"/>
    <w:rsid w:val="00C97455"/>
    <w:rsid w:val="00CA0312"/>
    <w:rsid w:val="00CA5C35"/>
    <w:rsid w:val="00CB0ED9"/>
    <w:rsid w:val="00CB1136"/>
    <w:rsid w:val="00CB18DF"/>
    <w:rsid w:val="00CB1D22"/>
    <w:rsid w:val="00CB3084"/>
    <w:rsid w:val="00CB5E4C"/>
    <w:rsid w:val="00CB7C85"/>
    <w:rsid w:val="00CC0E7B"/>
    <w:rsid w:val="00CC266B"/>
    <w:rsid w:val="00CC4756"/>
    <w:rsid w:val="00CD2ECF"/>
    <w:rsid w:val="00CD400F"/>
    <w:rsid w:val="00CD6147"/>
    <w:rsid w:val="00CD7CC4"/>
    <w:rsid w:val="00CE19B7"/>
    <w:rsid w:val="00CE3C54"/>
    <w:rsid w:val="00CF1281"/>
    <w:rsid w:val="00CF63B9"/>
    <w:rsid w:val="00CF79C9"/>
    <w:rsid w:val="00D0327E"/>
    <w:rsid w:val="00D064D6"/>
    <w:rsid w:val="00D10295"/>
    <w:rsid w:val="00D13032"/>
    <w:rsid w:val="00D141EA"/>
    <w:rsid w:val="00D148F8"/>
    <w:rsid w:val="00D24983"/>
    <w:rsid w:val="00D4059C"/>
    <w:rsid w:val="00D422BB"/>
    <w:rsid w:val="00D42EC5"/>
    <w:rsid w:val="00D4576D"/>
    <w:rsid w:val="00D5067A"/>
    <w:rsid w:val="00D531EC"/>
    <w:rsid w:val="00D53DC7"/>
    <w:rsid w:val="00D54B1D"/>
    <w:rsid w:val="00D5764A"/>
    <w:rsid w:val="00D63C4E"/>
    <w:rsid w:val="00D6568B"/>
    <w:rsid w:val="00D65B15"/>
    <w:rsid w:val="00D67BC7"/>
    <w:rsid w:val="00D7327B"/>
    <w:rsid w:val="00D741C7"/>
    <w:rsid w:val="00D761A1"/>
    <w:rsid w:val="00D80DEF"/>
    <w:rsid w:val="00D80F63"/>
    <w:rsid w:val="00D8229D"/>
    <w:rsid w:val="00D82EB5"/>
    <w:rsid w:val="00D95EFE"/>
    <w:rsid w:val="00D968E7"/>
    <w:rsid w:val="00DA084F"/>
    <w:rsid w:val="00DA15A6"/>
    <w:rsid w:val="00DA2D66"/>
    <w:rsid w:val="00DA5726"/>
    <w:rsid w:val="00DB2230"/>
    <w:rsid w:val="00DB4143"/>
    <w:rsid w:val="00DB63C6"/>
    <w:rsid w:val="00DB687D"/>
    <w:rsid w:val="00DB737E"/>
    <w:rsid w:val="00DB7DAB"/>
    <w:rsid w:val="00DC381F"/>
    <w:rsid w:val="00DC5E1C"/>
    <w:rsid w:val="00DC719A"/>
    <w:rsid w:val="00DC7247"/>
    <w:rsid w:val="00DD600B"/>
    <w:rsid w:val="00DD6276"/>
    <w:rsid w:val="00DD66AE"/>
    <w:rsid w:val="00DD75CA"/>
    <w:rsid w:val="00DE3A07"/>
    <w:rsid w:val="00DE42F5"/>
    <w:rsid w:val="00DE5091"/>
    <w:rsid w:val="00DE5211"/>
    <w:rsid w:val="00DF416A"/>
    <w:rsid w:val="00DF56BF"/>
    <w:rsid w:val="00E01054"/>
    <w:rsid w:val="00E062AA"/>
    <w:rsid w:val="00E0752D"/>
    <w:rsid w:val="00E13083"/>
    <w:rsid w:val="00E139A5"/>
    <w:rsid w:val="00E2460C"/>
    <w:rsid w:val="00E26265"/>
    <w:rsid w:val="00E26B9C"/>
    <w:rsid w:val="00E2714C"/>
    <w:rsid w:val="00E33F52"/>
    <w:rsid w:val="00E33FC3"/>
    <w:rsid w:val="00E52677"/>
    <w:rsid w:val="00E57681"/>
    <w:rsid w:val="00E57F78"/>
    <w:rsid w:val="00E65B05"/>
    <w:rsid w:val="00E65B25"/>
    <w:rsid w:val="00E73DB7"/>
    <w:rsid w:val="00E74D52"/>
    <w:rsid w:val="00E80408"/>
    <w:rsid w:val="00E8111A"/>
    <w:rsid w:val="00E9487D"/>
    <w:rsid w:val="00E96EDB"/>
    <w:rsid w:val="00E97913"/>
    <w:rsid w:val="00EA0DC3"/>
    <w:rsid w:val="00EA0EC5"/>
    <w:rsid w:val="00EA61D2"/>
    <w:rsid w:val="00EA70CE"/>
    <w:rsid w:val="00EA7A9A"/>
    <w:rsid w:val="00EB03AE"/>
    <w:rsid w:val="00EB17FA"/>
    <w:rsid w:val="00EB5E83"/>
    <w:rsid w:val="00EB6A44"/>
    <w:rsid w:val="00EB7DC5"/>
    <w:rsid w:val="00EC0089"/>
    <w:rsid w:val="00EC20B9"/>
    <w:rsid w:val="00EC35B6"/>
    <w:rsid w:val="00EC60D9"/>
    <w:rsid w:val="00EE0BF0"/>
    <w:rsid w:val="00EE121A"/>
    <w:rsid w:val="00EE3657"/>
    <w:rsid w:val="00EE3A20"/>
    <w:rsid w:val="00EE44C8"/>
    <w:rsid w:val="00EE533F"/>
    <w:rsid w:val="00EE5EA8"/>
    <w:rsid w:val="00EE64A4"/>
    <w:rsid w:val="00EE6E85"/>
    <w:rsid w:val="00EF015F"/>
    <w:rsid w:val="00EF4587"/>
    <w:rsid w:val="00EF7024"/>
    <w:rsid w:val="00F02EC3"/>
    <w:rsid w:val="00F12E54"/>
    <w:rsid w:val="00F14CD9"/>
    <w:rsid w:val="00F30F04"/>
    <w:rsid w:val="00F32A0E"/>
    <w:rsid w:val="00F32B18"/>
    <w:rsid w:val="00F33ACC"/>
    <w:rsid w:val="00F33F98"/>
    <w:rsid w:val="00F34F37"/>
    <w:rsid w:val="00F36C7E"/>
    <w:rsid w:val="00F41BB5"/>
    <w:rsid w:val="00F436FE"/>
    <w:rsid w:val="00F450EF"/>
    <w:rsid w:val="00F45DB9"/>
    <w:rsid w:val="00F470E5"/>
    <w:rsid w:val="00F53672"/>
    <w:rsid w:val="00F570CE"/>
    <w:rsid w:val="00F61D8A"/>
    <w:rsid w:val="00F64A40"/>
    <w:rsid w:val="00F66710"/>
    <w:rsid w:val="00F70E16"/>
    <w:rsid w:val="00F71FA3"/>
    <w:rsid w:val="00F73891"/>
    <w:rsid w:val="00F8239E"/>
    <w:rsid w:val="00F87437"/>
    <w:rsid w:val="00F87B0D"/>
    <w:rsid w:val="00F94037"/>
    <w:rsid w:val="00F968DC"/>
    <w:rsid w:val="00F97B70"/>
    <w:rsid w:val="00FB0934"/>
    <w:rsid w:val="00FB475C"/>
    <w:rsid w:val="00FB6464"/>
    <w:rsid w:val="00FC10AF"/>
    <w:rsid w:val="00FC7BA3"/>
    <w:rsid w:val="00FD26EB"/>
    <w:rsid w:val="00FD3CD8"/>
    <w:rsid w:val="00FD4D93"/>
    <w:rsid w:val="00FD569D"/>
    <w:rsid w:val="00FD747C"/>
    <w:rsid w:val="00FD7A49"/>
    <w:rsid w:val="00FE0433"/>
    <w:rsid w:val="00FE2F18"/>
    <w:rsid w:val="00FF6534"/>
    <w:rsid w:val="00FF6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46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239EB"/>
    <w:pPr>
      <w:spacing w:after="160" w:line="259" w:lineRule="auto"/>
      <w:ind w:left="720"/>
      <w:contextualSpacing/>
    </w:pPr>
    <w:rPr>
      <w:lang w:eastAsia="en-US"/>
    </w:rPr>
  </w:style>
  <w:style w:type="paragraph" w:customStyle="1" w:styleId="s16">
    <w:name w:val="s_16"/>
    <w:basedOn w:val="Normal"/>
    <w:uiPriority w:val="99"/>
    <w:rsid w:val="00C239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C239EB"/>
    <w:pPr>
      <w:spacing w:after="0" w:line="240" w:lineRule="auto"/>
      <w:ind w:left="2799" w:right="2835" w:hanging="10"/>
      <w:jc w:val="center"/>
    </w:pPr>
    <w:rPr>
      <w:rFonts w:ascii="Times New Roman" w:hAnsi="Times New Roman"/>
      <w:b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C239EB"/>
    <w:rPr>
      <w:rFonts w:ascii="Times New Roman" w:hAnsi="Times New Roman" w:cs="Times New Roman"/>
      <w:b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C239EB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semiHidden/>
    <w:rsid w:val="005E5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E52D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E52DA"/>
    <w:pPr>
      <w:tabs>
        <w:tab w:val="center" w:pos="4680"/>
        <w:tab w:val="right" w:pos="9360"/>
      </w:tabs>
      <w:spacing w:after="0" w:line="240" w:lineRule="auto"/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E52DA"/>
    <w:rPr>
      <w:rFonts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E5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52D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690DD6"/>
    <w:rPr>
      <w:rFonts w:cs="Times New Roman"/>
      <w:color w:val="0000FF"/>
      <w:u w:val="single"/>
    </w:rPr>
  </w:style>
  <w:style w:type="character" w:customStyle="1" w:styleId="controls-headercaptioncontrols-fontweight-normalcontrols-fontsize-7xlcontrols-header-fontsize-7xlcontrols-headerreadonlycontrols-headercaptionstyle-defaultproxy-sbis-heading-titlecontrols-marginbottom-m">
    <w:name w:val="controls-header__caption  controls-fontweight-normal controls-fontsize-7xl controls-header-fontsize-7xl controls-header_readonly controls-header__caption_style-default proxy-sbis-heading-title controls-margin_bottom-m"/>
    <w:basedOn w:val="DefaultParagraphFont"/>
    <w:uiPriority w:val="99"/>
    <w:rsid w:val="00642AD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3116</TotalTime>
  <Pages>11</Pages>
  <Words>2584</Words>
  <Characters>14731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User</cp:lastModifiedBy>
  <cp:revision>558</cp:revision>
  <cp:lastPrinted>2023-12-11T07:46:00Z</cp:lastPrinted>
  <dcterms:created xsi:type="dcterms:W3CDTF">2022-12-13T06:40:00Z</dcterms:created>
  <dcterms:modified xsi:type="dcterms:W3CDTF">2023-12-27T10:42:00Z</dcterms:modified>
</cp:coreProperties>
</file>